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B99024" w14:textId="77777777" w:rsidR="00292FE8" w:rsidRPr="004F4819" w:rsidRDefault="00384E8D">
      <w:pPr>
        <w:rPr>
          <w:rFonts w:ascii="Avenir LT Std 45 Book" w:hAnsi="Avenir LT Std 45 Book"/>
        </w:rPr>
      </w:pPr>
      <w:r w:rsidRPr="004F4819">
        <w:rPr>
          <w:rFonts w:ascii="Avenir LT Std 45 Book" w:hAnsi="Avenir LT Std 45 Book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EAF684" wp14:editId="72FFDC20">
                <wp:simplePos x="0" y="0"/>
                <wp:positionH relativeFrom="column">
                  <wp:posOffset>-530860</wp:posOffset>
                </wp:positionH>
                <wp:positionV relativeFrom="margin">
                  <wp:posOffset>-710565</wp:posOffset>
                </wp:positionV>
                <wp:extent cx="7568565" cy="10692000"/>
                <wp:effectExtent l="0" t="0" r="0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68565" cy="10692000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96438E" w14:textId="77777777" w:rsidR="00292FE8" w:rsidRDefault="00292FE8" w:rsidP="007130A4">
                            <w:pPr>
                              <w:jc w:val="center"/>
                            </w:pPr>
                          </w:p>
                          <w:p w14:paraId="35AA45C6" w14:textId="77777777" w:rsidR="007130A4" w:rsidRPr="008A6EAA" w:rsidRDefault="007130A4" w:rsidP="007130A4">
                            <w:pPr>
                              <w:jc w:val="center"/>
                              <w:rPr>
                                <w:rFonts w:ascii="Avenir LT Std 45 Book" w:hAnsi="Avenir LT Std 45 Book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EAF684" id="Rectangle 1" o:spid="_x0000_s1026" style="position:absolute;margin-left:-41.8pt;margin-top:-55.9pt;width:595.95pt;height:841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" fillcolor="#fbdaa6 [3209]" stroked="f" strokeweight="1pt">
                <v:path arrowok="t"/>
                <v:textbox>
                  <w:txbxContent>
                    <w:p w14:paraId="0E96438E" w14:textId="77777777" w:rsidR="00292FE8" w:rsidRDefault="00292FE8" w:rsidP="007130A4">
                      <w:pPr>
                        <w:jc w:val="center"/>
                      </w:pPr>
                    </w:p>
                    <w:p w14:paraId="35AA45C6" w14:textId="77777777" w:rsidR="007130A4" w:rsidRPr="008A6EAA" w:rsidRDefault="007130A4" w:rsidP="007130A4">
                      <w:pPr>
                        <w:jc w:val="center"/>
                        <w:rPr>
                          <w:rFonts w:ascii="Avenir LT Std 45 Book" w:hAnsi="Avenir LT Std 45 Book"/>
                        </w:rPr>
                      </w:pPr>
                    </w:p>
                  </w:txbxContent>
                </v:textbox>
                <w10:wrap anchory="margin"/>
              </v:rect>
            </w:pict>
          </mc:Fallback>
        </mc:AlternateContent>
      </w:r>
      <w:r w:rsidRPr="004F4819">
        <w:rPr>
          <w:rFonts w:ascii="Avenir LT Std 45 Book" w:hAnsi="Avenir LT Std 45 Book"/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5CAC9DFA" wp14:editId="65355E74">
            <wp:simplePos x="0" y="0"/>
            <wp:positionH relativeFrom="column">
              <wp:posOffset>-532130</wp:posOffset>
            </wp:positionH>
            <wp:positionV relativeFrom="paragraph">
              <wp:posOffset>-711835</wp:posOffset>
            </wp:positionV>
            <wp:extent cx="3236595" cy="3263900"/>
            <wp:effectExtent l="0" t="0" r="0" b="127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C Green Pattern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6595" cy="3263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2FE8" w:rsidRPr="004F4819">
        <w:rPr>
          <w:rFonts w:ascii="Avenir LT Std 45 Book" w:hAnsi="Avenir LT Std 45 Book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7571CA" wp14:editId="739B3091">
                <wp:simplePos x="0" y="0"/>
                <wp:positionH relativeFrom="column">
                  <wp:posOffset>2676488</wp:posOffset>
                </wp:positionH>
                <wp:positionV relativeFrom="paragraph">
                  <wp:posOffset>6775450</wp:posOffset>
                </wp:positionV>
                <wp:extent cx="4320000" cy="2402840"/>
                <wp:effectExtent l="0" t="0" r="0" b="1016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0000" cy="2402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F8F55F" w14:textId="77777777" w:rsidR="007130A4" w:rsidRDefault="003A2D48" w:rsidP="007130A4">
                            <w:pPr>
                              <w:pStyle w:val="p1"/>
                              <w:rPr>
                                <w:rFonts w:ascii="TT Norms" w:hAnsi="TT Norms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TT Norms" w:hAnsi="TT Norms"/>
                                <w:b/>
                                <w:bCs/>
                                <w:sz w:val="50"/>
                                <w:szCs w:val="50"/>
                              </w:rPr>
                              <w:t>Creative Agency</w:t>
                            </w:r>
                          </w:p>
                          <w:p w14:paraId="38E9F4A9" w14:textId="77777777" w:rsidR="003A2D48" w:rsidRPr="008A6EAA" w:rsidRDefault="003A2D48" w:rsidP="007130A4">
                            <w:pPr>
                              <w:pStyle w:val="p1"/>
                              <w:rPr>
                                <w:rFonts w:ascii="TT Norms" w:hAnsi="TT Norms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TT Norms" w:hAnsi="TT Norms"/>
                                <w:b/>
                                <w:bCs/>
                                <w:sz w:val="50"/>
                                <w:szCs w:val="50"/>
                              </w:rPr>
                              <w:t>Briefing Template</w:t>
                            </w:r>
                          </w:p>
                          <w:p w14:paraId="025BC540" w14:textId="77777777" w:rsidR="00E8653B" w:rsidRDefault="00E8653B" w:rsidP="007130A4"/>
                        </w:txbxContent>
                      </wps:txbx>
                      <wps:bodyPr rot="0" spcFirstLastPara="0" vertOverflow="overflow" horzOverflow="overflow" vert="horz" wrap="square" lIns="0" tIns="0" rIns="540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7571CA" id="_x0000_t202" coordsize="21600,21600" o:spt="202" path="m0,0l0,21600,21600,21600,21600,0xe">
                <v:stroke joinstyle="miter"/>
                <v:path gradientshapeok="t" o:connecttype="rect"/>
              </v:shapetype>
              <v:shape id="Text Box 7" o:spid="_x0000_s1027" type="#_x0000_t202" style="position:absolute;margin-left:210.75pt;margin-top:533.5pt;width:340.15pt;height:189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" filled="f" stroked="f">
                <v:textbox inset="0,0,15mm,0">
                  <w:txbxContent>
                    <w:p w14:paraId="1BF8F55F" w14:textId="77777777" w:rsidR="007130A4" w:rsidRDefault="003A2D48" w:rsidP="007130A4">
                      <w:pPr>
                        <w:pStyle w:val="p1"/>
                        <w:rPr>
                          <w:rFonts w:ascii="TT Norms" w:hAnsi="TT Norms"/>
                          <w:b/>
                          <w:bCs/>
                          <w:sz w:val="50"/>
                          <w:szCs w:val="50"/>
                        </w:rPr>
                      </w:pPr>
                      <w:r>
                        <w:rPr>
                          <w:rFonts w:ascii="TT Norms" w:hAnsi="TT Norms"/>
                          <w:b/>
                          <w:bCs/>
                          <w:sz w:val="50"/>
                          <w:szCs w:val="50"/>
                        </w:rPr>
                        <w:t>Creative Agency</w:t>
                      </w:r>
                    </w:p>
                    <w:p w14:paraId="38E9F4A9" w14:textId="77777777" w:rsidR="003A2D48" w:rsidRPr="008A6EAA" w:rsidRDefault="003A2D48" w:rsidP="007130A4">
                      <w:pPr>
                        <w:pStyle w:val="p1"/>
                        <w:rPr>
                          <w:rFonts w:ascii="TT Norms" w:hAnsi="TT Norms"/>
                          <w:sz w:val="50"/>
                          <w:szCs w:val="50"/>
                        </w:rPr>
                      </w:pPr>
                      <w:r>
                        <w:rPr>
                          <w:rFonts w:ascii="TT Norms" w:hAnsi="TT Norms"/>
                          <w:b/>
                          <w:bCs/>
                          <w:sz w:val="50"/>
                          <w:szCs w:val="50"/>
                        </w:rPr>
                        <w:t>Briefing Template</w:t>
                      </w:r>
                    </w:p>
                    <w:p w14:paraId="025BC540" w14:textId="77777777" w:rsidR="00E8653B" w:rsidRDefault="00E8653B" w:rsidP="007130A4"/>
                  </w:txbxContent>
                </v:textbox>
              </v:shape>
            </w:pict>
          </mc:Fallback>
        </mc:AlternateContent>
      </w:r>
      <w:r w:rsidR="005F300A" w:rsidRPr="004F4819">
        <w:rPr>
          <w:rFonts w:ascii="Avenir LT Std 45 Book" w:hAnsi="Avenir LT Std 45 Book"/>
        </w:rPr>
        <w:t>t</w:t>
      </w:r>
    </w:p>
    <w:p w14:paraId="7ADBA132" w14:textId="77777777" w:rsidR="00C2469A" w:rsidRPr="004F4819" w:rsidRDefault="00C45C6E">
      <w:pPr>
        <w:rPr>
          <w:rFonts w:ascii="Avenir LT Std 45 Book" w:hAnsi="Avenir LT Std 45 Book" w:cs="Arial"/>
        </w:rPr>
      </w:pPr>
      <w:r w:rsidRPr="004F4819">
        <w:rPr>
          <w:rFonts w:ascii="Avenir LT Std 45 Book" w:eastAsia="Calibri" w:hAnsi="Avenir LT Std 45 Book" w:cs="Arial"/>
        </w:rPr>
        <w:t>Text here</w:t>
      </w:r>
      <w:r w:rsidRPr="004F4819">
        <w:rPr>
          <w:rFonts w:ascii="Avenir LT Std 45 Book" w:hAnsi="Avenir LT Std 45 Book" w:cs="Arial"/>
        </w:rPr>
        <w:t>.</w:t>
      </w:r>
    </w:p>
    <w:p w14:paraId="56C3FF7D" w14:textId="77777777" w:rsidR="00C2469A" w:rsidRPr="004F4819" w:rsidRDefault="00A73E26" w:rsidP="00C43769">
      <w:pPr>
        <w:pStyle w:val="Heading3"/>
        <w:rPr>
          <w:rFonts w:ascii="Avenir LT Std 45 Book" w:hAnsi="Avenir LT Std 45 Book"/>
        </w:rPr>
      </w:pPr>
      <w:r w:rsidRPr="004F4819">
        <w:rPr>
          <w:rFonts w:ascii="Avenir LT Std 45 Book" w:hAnsi="Avenir LT Std 45 Book"/>
          <w:noProof/>
          <w:lang w:eastAsia="en-GB"/>
        </w:rPr>
        <w:drawing>
          <wp:anchor distT="0" distB="0" distL="114300" distR="114300" simplePos="0" relativeHeight="251665408" behindDoc="0" locked="0" layoutInCell="1" allowOverlap="1" wp14:anchorId="23A310E1" wp14:editId="41CB5849">
            <wp:simplePos x="0" y="0"/>
            <wp:positionH relativeFrom="column">
              <wp:posOffset>2749309</wp:posOffset>
            </wp:positionH>
            <wp:positionV relativeFrom="paragraph">
              <wp:posOffset>4820236</wp:posOffset>
            </wp:positionV>
            <wp:extent cx="3037817" cy="969120"/>
            <wp:effectExtent l="0" t="0" r="10795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LC Purple logo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7817" cy="96912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2469A" w:rsidRPr="004F4819">
        <w:rPr>
          <w:rFonts w:ascii="Avenir LT Std 45 Book" w:hAnsi="Avenir LT Std 45 Book"/>
        </w:rPr>
        <w:br w:type="page"/>
      </w:r>
    </w:p>
    <w:p w14:paraId="382D2FDC" w14:textId="77777777" w:rsidR="003A2D48" w:rsidRPr="003A2D48" w:rsidRDefault="003A2D48" w:rsidP="003A2D48">
      <w:pPr>
        <w:pStyle w:val="Heading1"/>
        <w:rPr>
          <w:rFonts w:ascii="Helvetica" w:hAnsi="Helvetica"/>
          <w:color w:val="575756" w:themeColor="text1"/>
          <w:sz w:val="20"/>
          <w:szCs w:val="20"/>
        </w:rPr>
      </w:pPr>
      <w:r w:rsidRPr="003A2D48">
        <w:rPr>
          <w:rFonts w:ascii="Helvetica" w:hAnsi="Helvetica"/>
          <w:color w:val="575756" w:themeColor="text1"/>
          <w:sz w:val="20"/>
          <w:szCs w:val="20"/>
        </w:rPr>
        <w:lastRenderedPageBreak/>
        <w:t>A great project needs a good brief. A little time now can make all the difference in terms of kick-starting your project with the right information.</w:t>
      </w:r>
    </w:p>
    <w:p w14:paraId="3891CF68" w14:textId="77777777" w:rsidR="003A2D48" w:rsidRPr="0084114A" w:rsidRDefault="003A2D48" w:rsidP="003A2D48">
      <w:pPr>
        <w:rPr>
          <w:rFonts w:ascii="Helvetica" w:eastAsia="Helvetica" w:hAnsi="Helvetica"/>
          <w:b/>
          <w:sz w:val="20"/>
          <w:szCs w:val="20"/>
        </w:rPr>
      </w:pPr>
    </w:p>
    <w:tbl>
      <w:tblPr>
        <w:tblW w:w="9451" w:type="dxa"/>
        <w:tblInd w:w="188" w:type="dxa"/>
        <w:tblBorders>
          <w:top w:val="single" w:sz="2" w:space="0" w:color="333333"/>
          <w:left w:val="single" w:sz="2" w:space="0" w:color="333333"/>
          <w:bottom w:val="single" w:sz="2" w:space="0" w:color="333333"/>
          <w:right w:val="single" w:sz="2" w:space="0" w:color="333333"/>
          <w:insideH w:val="single" w:sz="2" w:space="0" w:color="333333"/>
          <w:insideV w:val="single" w:sz="2" w:space="0" w:color="333333"/>
        </w:tblBorders>
        <w:tblLayout w:type="fixed"/>
        <w:tblLook w:val="0000" w:firstRow="0" w:lastRow="0" w:firstColumn="0" w:lastColumn="0" w:noHBand="0" w:noVBand="0"/>
      </w:tblPr>
      <w:tblGrid>
        <w:gridCol w:w="3241"/>
        <w:gridCol w:w="6210"/>
      </w:tblGrid>
      <w:tr w:rsidR="003A2D48" w:rsidRPr="0084114A" w14:paraId="7082C19E" w14:textId="77777777" w:rsidTr="003A2D48">
        <w:trPr>
          <w:trHeight w:val="417"/>
        </w:trPr>
        <w:tc>
          <w:tcPr>
            <w:tcW w:w="32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EA35E" w14:textId="77777777" w:rsidR="003A2D48" w:rsidRPr="0084114A" w:rsidRDefault="003A2D48" w:rsidP="002966C7">
            <w:pPr>
              <w:pStyle w:val="Tableheader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Arial Unicode MS" w:hAnsi="Helvetica" w:cs="Arial Unicode MS"/>
                <w:b/>
                <w:color w:val="818180" w:themeColor="text1" w:themeTint="BF"/>
              </w:rPr>
            </w:pPr>
            <w:r w:rsidRPr="0084114A">
              <w:rPr>
                <w:rFonts w:ascii="Helvetica" w:eastAsia="Arial Unicode MS" w:hAnsi="Helvetica" w:cs="Arial Unicode MS"/>
                <w:b/>
                <w:color w:val="818180" w:themeColor="text1" w:themeTint="BF"/>
              </w:rPr>
              <w:t>JOB/PROJECT TITLE:</w:t>
            </w:r>
          </w:p>
        </w:tc>
        <w:tc>
          <w:tcPr>
            <w:tcW w:w="6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5E3E24" w14:textId="77777777" w:rsidR="003A2D48" w:rsidRPr="0084114A" w:rsidRDefault="003A2D48" w:rsidP="002966C7">
            <w:pPr>
              <w:pStyle w:val="Tableheader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Arial Unicode MS" w:hAnsi="Helvetica" w:cs="Arial Unicode MS"/>
                <w:b/>
                <w:color w:val="818180" w:themeColor="text1" w:themeTint="BF"/>
              </w:rPr>
            </w:pPr>
          </w:p>
        </w:tc>
      </w:tr>
      <w:tr w:rsidR="003A2D48" w:rsidRPr="0084114A" w14:paraId="732BA302" w14:textId="77777777" w:rsidTr="002966C7">
        <w:trPr>
          <w:trHeight w:val="260"/>
        </w:trPr>
        <w:tc>
          <w:tcPr>
            <w:tcW w:w="32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4AC2BB" w14:textId="77777777" w:rsidR="003A2D48" w:rsidRPr="0084114A" w:rsidRDefault="003A2D48" w:rsidP="002966C7">
            <w:pPr>
              <w:pStyle w:val="Tableheader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Arial Unicode MS" w:hAnsi="Helvetica" w:cs="Arial Unicode MS"/>
                <w:b/>
                <w:color w:val="818180" w:themeColor="text1" w:themeTint="BF"/>
              </w:rPr>
            </w:pPr>
            <w:r>
              <w:rPr>
                <w:rFonts w:ascii="Helvetica" w:eastAsia="Arial Unicode MS" w:hAnsi="Helvetica" w:cs="Arial Unicode MS"/>
                <w:b/>
                <w:color w:val="818180" w:themeColor="text1" w:themeTint="BF"/>
              </w:rPr>
              <w:t>Organisation name:</w:t>
            </w:r>
          </w:p>
        </w:tc>
        <w:tc>
          <w:tcPr>
            <w:tcW w:w="62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1D7559" w14:textId="77777777" w:rsidR="003A2D48" w:rsidRPr="0084114A" w:rsidRDefault="003A2D48" w:rsidP="002966C7">
            <w:pPr>
              <w:pStyle w:val="Tableheader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Helvetica" w:eastAsia="Arial Unicode MS" w:hAnsi="Helvetica" w:cs="Arial Unicode MS"/>
                <w:b/>
                <w:color w:val="818180" w:themeColor="text1" w:themeTint="BF"/>
              </w:rPr>
            </w:pPr>
          </w:p>
        </w:tc>
      </w:tr>
      <w:tr w:rsidR="003A2D48" w:rsidRPr="0084114A" w14:paraId="6061BB15" w14:textId="77777777" w:rsidTr="002966C7">
        <w:trPr>
          <w:trHeight w:val="421"/>
        </w:trPr>
        <w:tc>
          <w:tcPr>
            <w:tcW w:w="32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196F19" w14:textId="77777777" w:rsidR="003A2D48" w:rsidRPr="0084114A" w:rsidRDefault="003A2D48" w:rsidP="002966C7">
            <w:pPr>
              <w:rPr>
                <w:rFonts w:ascii="Helvetica" w:eastAsia="Helvetica" w:hAnsi="Helvetica"/>
                <w:b/>
                <w:sz w:val="20"/>
                <w:szCs w:val="20"/>
              </w:rPr>
            </w:pPr>
            <w:r w:rsidRPr="0084114A">
              <w:rPr>
                <w:rFonts w:ascii="Helvetica" w:eastAsia="Helvetica" w:hAnsi="Helvetica"/>
                <w:b/>
                <w:sz w:val="20"/>
                <w:szCs w:val="20"/>
              </w:rPr>
              <w:t>Key dates /deadlines:</w:t>
            </w:r>
          </w:p>
        </w:tc>
        <w:tc>
          <w:tcPr>
            <w:tcW w:w="62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7F72A" w14:textId="77777777" w:rsidR="003A2D48" w:rsidRPr="0084114A" w:rsidRDefault="003A2D48" w:rsidP="002966C7">
            <w:pPr>
              <w:rPr>
                <w:rFonts w:ascii="Helvetica" w:hAnsi="Helvetica"/>
                <w:b/>
                <w:sz w:val="20"/>
                <w:szCs w:val="20"/>
              </w:rPr>
            </w:pPr>
          </w:p>
        </w:tc>
      </w:tr>
      <w:tr w:rsidR="003A2D48" w:rsidRPr="0084114A" w14:paraId="72686E62" w14:textId="77777777" w:rsidTr="002966C7">
        <w:trPr>
          <w:trHeight w:val="260"/>
        </w:trPr>
        <w:tc>
          <w:tcPr>
            <w:tcW w:w="32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52F0A5" w14:textId="77777777" w:rsidR="003A2D48" w:rsidRPr="0084114A" w:rsidRDefault="003A2D48" w:rsidP="002966C7">
            <w:pPr>
              <w:rPr>
                <w:rFonts w:ascii="Helvetica" w:eastAsia="Helvetica" w:hAnsi="Helvetica"/>
                <w:b/>
                <w:sz w:val="20"/>
                <w:szCs w:val="20"/>
              </w:rPr>
            </w:pPr>
            <w:r w:rsidRPr="0084114A">
              <w:rPr>
                <w:rFonts w:ascii="Helvetica" w:eastAsia="Helvetica" w:hAnsi="Helvetica"/>
                <w:b/>
                <w:sz w:val="20"/>
                <w:szCs w:val="20"/>
              </w:rPr>
              <w:t>Project objectives:</w:t>
            </w:r>
          </w:p>
        </w:tc>
        <w:tc>
          <w:tcPr>
            <w:tcW w:w="62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E69F84" w14:textId="77777777" w:rsidR="003A2D48" w:rsidRDefault="003A2D48" w:rsidP="002966C7">
            <w:pPr>
              <w:rPr>
                <w:rFonts w:ascii="Helvetica" w:hAnsi="Helvetica"/>
                <w:b/>
                <w:sz w:val="20"/>
                <w:szCs w:val="20"/>
              </w:rPr>
            </w:pPr>
          </w:p>
          <w:p w14:paraId="32825FEC" w14:textId="77777777" w:rsidR="003A2D48" w:rsidRDefault="003A2D48" w:rsidP="002966C7">
            <w:pPr>
              <w:rPr>
                <w:rFonts w:ascii="Helvetica" w:hAnsi="Helvetica"/>
                <w:b/>
                <w:sz w:val="20"/>
                <w:szCs w:val="20"/>
              </w:rPr>
            </w:pPr>
          </w:p>
          <w:p w14:paraId="4EA6B9D3" w14:textId="77777777" w:rsidR="003A2D48" w:rsidRDefault="003A2D48" w:rsidP="002966C7">
            <w:pPr>
              <w:rPr>
                <w:rFonts w:ascii="Helvetica" w:hAnsi="Helvetica"/>
                <w:b/>
                <w:sz w:val="20"/>
                <w:szCs w:val="20"/>
              </w:rPr>
            </w:pPr>
          </w:p>
          <w:p w14:paraId="6D33AC5D" w14:textId="77777777" w:rsidR="003A2D48" w:rsidRPr="0084114A" w:rsidRDefault="003A2D48" w:rsidP="002966C7">
            <w:pPr>
              <w:rPr>
                <w:rFonts w:ascii="Helvetica" w:hAnsi="Helvetica"/>
                <w:b/>
                <w:sz w:val="20"/>
                <w:szCs w:val="20"/>
              </w:rPr>
            </w:pPr>
          </w:p>
        </w:tc>
      </w:tr>
      <w:tr w:rsidR="003A2D48" w:rsidRPr="0084114A" w14:paraId="17D3432C" w14:textId="77777777" w:rsidTr="002966C7">
        <w:trPr>
          <w:trHeight w:val="260"/>
        </w:trPr>
        <w:tc>
          <w:tcPr>
            <w:tcW w:w="32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F9685" w14:textId="77777777" w:rsidR="003A2D48" w:rsidRPr="0084114A" w:rsidRDefault="003A2D48" w:rsidP="002966C7">
            <w:pPr>
              <w:rPr>
                <w:rFonts w:ascii="Helvetica" w:eastAsia="Helvetica" w:hAnsi="Helvetica"/>
                <w:b/>
                <w:sz w:val="20"/>
                <w:szCs w:val="20"/>
              </w:rPr>
            </w:pPr>
            <w:r w:rsidRPr="0084114A">
              <w:rPr>
                <w:rFonts w:ascii="Helvetica" w:eastAsia="Helvetica" w:hAnsi="Helvetica"/>
                <w:b/>
                <w:sz w:val="20"/>
                <w:szCs w:val="20"/>
              </w:rPr>
              <w:t xml:space="preserve">Brief project context: </w:t>
            </w:r>
          </w:p>
        </w:tc>
        <w:tc>
          <w:tcPr>
            <w:tcW w:w="62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1E3BF8" w14:textId="77777777" w:rsidR="003A2D48" w:rsidRDefault="003A2D48" w:rsidP="002966C7">
            <w:pPr>
              <w:rPr>
                <w:rFonts w:ascii="Helvetica" w:hAnsi="Helvetica"/>
                <w:b/>
                <w:sz w:val="20"/>
                <w:szCs w:val="20"/>
              </w:rPr>
            </w:pPr>
          </w:p>
          <w:p w14:paraId="5BEF4FCA" w14:textId="77777777" w:rsidR="003A2D48" w:rsidRDefault="003A2D48" w:rsidP="002966C7">
            <w:pPr>
              <w:rPr>
                <w:rFonts w:ascii="Helvetica" w:hAnsi="Helvetica"/>
                <w:b/>
                <w:sz w:val="20"/>
                <w:szCs w:val="20"/>
              </w:rPr>
            </w:pPr>
          </w:p>
          <w:p w14:paraId="06D4E927" w14:textId="77777777" w:rsidR="003A2D48" w:rsidRDefault="003A2D48" w:rsidP="002966C7">
            <w:pPr>
              <w:rPr>
                <w:rFonts w:ascii="Helvetica" w:hAnsi="Helvetica"/>
                <w:b/>
                <w:sz w:val="20"/>
                <w:szCs w:val="20"/>
              </w:rPr>
            </w:pPr>
          </w:p>
          <w:p w14:paraId="31013ECE" w14:textId="77777777" w:rsidR="003A2D48" w:rsidRPr="0084114A" w:rsidRDefault="003A2D48" w:rsidP="002966C7">
            <w:pPr>
              <w:rPr>
                <w:rFonts w:ascii="Helvetica" w:hAnsi="Helvetica"/>
                <w:b/>
                <w:sz w:val="20"/>
                <w:szCs w:val="20"/>
              </w:rPr>
            </w:pPr>
          </w:p>
        </w:tc>
      </w:tr>
      <w:tr w:rsidR="003A2D48" w:rsidRPr="0084114A" w14:paraId="671EC068" w14:textId="77777777" w:rsidTr="002966C7">
        <w:trPr>
          <w:trHeight w:val="260"/>
        </w:trPr>
        <w:tc>
          <w:tcPr>
            <w:tcW w:w="32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C4BCC3" w14:textId="77777777" w:rsidR="003A2D48" w:rsidRDefault="003A2D48" w:rsidP="002966C7">
            <w:pPr>
              <w:rPr>
                <w:rFonts w:ascii="Helvetica" w:eastAsia="Helvetica" w:hAnsi="Helvetica"/>
                <w:b/>
                <w:sz w:val="20"/>
                <w:szCs w:val="20"/>
              </w:rPr>
            </w:pPr>
            <w:r w:rsidRPr="0084114A">
              <w:rPr>
                <w:rFonts w:ascii="Helvetica" w:eastAsia="Helvetica" w:hAnsi="Helvetica"/>
                <w:b/>
                <w:sz w:val="20"/>
                <w:szCs w:val="20"/>
              </w:rPr>
              <w:t>Target audience:</w:t>
            </w:r>
          </w:p>
          <w:p w14:paraId="7C8A4D24" w14:textId="77777777" w:rsidR="003A2D48" w:rsidRPr="003A2D48" w:rsidRDefault="003A2D48" w:rsidP="002966C7">
            <w:pPr>
              <w:rPr>
                <w:rFonts w:ascii="Helvetica" w:eastAsia="Helvetica" w:hAnsi="Helvetica"/>
                <w:i/>
                <w:sz w:val="20"/>
                <w:szCs w:val="20"/>
              </w:rPr>
            </w:pPr>
            <w:r w:rsidRPr="003A2D48">
              <w:rPr>
                <w:rFonts w:ascii="Helvetica" w:eastAsia="Helvetica" w:hAnsi="Helvetica"/>
                <w:i/>
                <w:sz w:val="20"/>
                <w:szCs w:val="20"/>
              </w:rPr>
              <w:t xml:space="preserve">Tell us what you know about your target audience </w:t>
            </w:r>
          </w:p>
        </w:tc>
        <w:tc>
          <w:tcPr>
            <w:tcW w:w="62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BE6925" w14:textId="77777777" w:rsidR="003A2D48" w:rsidRDefault="003A2D48" w:rsidP="002966C7">
            <w:pPr>
              <w:rPr>
                <w:rFonts w:ascii="Helvetica" w:hAnsi="Helvetica"/>
                <w:b/>
                <w:sz w:val="20"/>
                <w:szCs w:val="20"/>
              </w:rPr>
            </w:pPr>
            <w:r w:rsidRPr="0084114A">
              <w:rPr>
                <w:rFonts w:ascii="Helvetica" w:hAnsi="Helvetica"/>
                <w:b/>
                <w:sz w:val="20"/>
                <w:szCs w:val="20"/>
              </w:rPr>
              <w:t xml:space="preserve"> </w:t>
            </w:r>
          </w:p>
          <w:p w14:paraId="03D48F14" w14:textId="77777777" w:rsidR="003A2D48" w:rsidRDefault="003A2D48" w:rsidP="002966C7">
            <w:pPr>
              <w:rPr>
                <w:rFonts w:ascii="Helvetica" w:hAnsi="Helvetica"/>
                <w:b/>
                <w:sz w:val="20"/>
                <w:szCs w:val="20"/>
              </w:rPr>
            </w:pPr>
          </w:p>
          <w:p w14:paraId="0C81B58E" w14:textId="77777777" w:rsidR="003A2D48" w:rsidRPr="0084114A" w:rsidRDefault="003A2D48" w:rsidP="002966C7">
            <w:pPr>
              <w:rPr>
                <w:rFonts w:ascii="Helvetica" w:hAnsi="Helvetica"/>
                <w:b/>
                <w:sz w:val="20"/>
                <w:szCs w:val="20"/>
              </w:rPr>
            </w:pPr>
          </w:p>
        </w:tc>
      </w:tr>
      <w:tr w:rsidR="003A2D48" w:rsidRPr="0084114A" w14:paraId="3887132A" w14:textId="77777777" w:rsidTr="002966C7">
        <w:trPr>
          <w:trHeight w:val="260"/>
        </w:trPr>
        <w:tc>
          <w:tcPr>
            <w:tcW w:w="32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C83BFC" w14:textId="77777777" w:rsidR="003A2D48" w:rsidRPr="0084114A" w:rsidRDefault="003A2D48" w:rsidP="002966C7">
            <w:pPr>
              <w:rPr>
                <w:rFonts w:ascii="Helvetica" w:eastAsia="Helvetica" w:hAnsi="Helvetica"/>
                <w:b/>
                <w:sz w:val="20"/>
                <w:szCs w:val="20"/>
              </w:rPr>
            </w:pPr>
            <w:r w:rsidRPr="0084114A">
              <w:rPr>
                <w:rFonts w:ascii="Helvetica" w:eastAsia="Helvetica" w:hAnsi="Helvetica"/>
                <w:b/>
                <w:sz w:val="20"/>
                <w:szCs w:val="20"/>
              </w:rPr>
              <w:t xml:space="preserve">Evaluation:         </w:t>
            </w:r>
          </w:p>
          <w:p w14:paraId="19B20319" w14:textId="77777777" w:rsidR="003A2D48" w:rsidRPr="0084114A" w:rsidRDefault="003A2D48" w:rsidP="002966C7">
            <w:pPr>
              <w:rPr>
                <w:rFonts w:ascii="Helvetica" w:eastAsia="Helvetica" w:hAnsi="Helvetica"/>
                <w:i/>
                <w:sz w:val="20"/>
                <w:szCs w:val="20"/>
              </w:rPr>
            </w:pPr>
            <w:r w:rsidRPr="0084114A">
              <w:rPr>
                <w:rFonts w:ascii="Helvetica" w:eastAsia="Helvetica" w:hAnsi="Helvetica"/>
                <w:i/>
                <w:sz w:val="20"/>
                <w:szCs w:val="20"/>
              </w:rPr>
              <w:t xml:space="preserve">How will we measure success / is there a call to action? Etc. </w:t>
            </w:r>
          </w:p>
        </w:tc>
        <w:tc>
          <w:tcPr>
            <w:tcW w:w="62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2D93AC" w14:textId="77777777" w:rsidR="003A2D48" w:rsidRPr="0084114A" w:rsidRDefault="003A2D48" w:rsidP="002966C7">
            <w:pPr>
              <w:rPr>
                <w:rFonts w:ascii="Helvetica" w:hAnsi="Helvetica"/>
                <w:b/>
                <w:sz w:val="20"/>
                <w:szCs w:val="20"/>
              </w:rPr>
            </w:pPr>
          </w:p>
        </w:tc>
      </w:tr>
      <w:tr w:rsidR="003A2D48" w:rsidRPr="0084114A" w14:paraId="0DA89AC4" w14:textId="77777777" w:rsidTr="002966C7">
        <w:trPr>
          <w:trHeight w:val="260"/>
        </w:trPr>
        <w:tc>
          <w:tcPr>
            <w:tcW w:w="324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F6F864" w14:textId="77777777" w:rsidR="003A2D48" w:rsidRPr="0084114A" w:rsidRDefault="003A2D48" w:rsidP="002966C7">
            <w:pPr>
              <w:rPr>
                <w:rFonts w:ascii="Helvetica" w:eastAsia="Helvetica" w:hAnsi="Helvetica"/>
                <w:b/>
                <w:sz w:val="20"/>
                <w:szCs w:val="20"/>
              </w:rPr>
            </w:pPr>
            <w:r w:rsidRPr="0084114A">
              <w:rPr>
                <w:rFonts w:ascii="Helvetica" w:eastAsia="Helvetica" w:hAnsi="Helvetica"/>
                <w:b/>
                <w:sz w:val="20"/>
                <w:szCs w:val="20"/>
              </w:rPr>
              <w:t xml:space="preserve">Inspiration: </w:t>
            </w:r>
          </w:p>
          <w:p w14:paraId="0DA3EEC5" w14:textId="77777777" w:rsidR="003A2D48" w:rsidRPr="0084114A" w:rsidRDefault="003A2D48" w:rsidP="002966C7">
            <w:pPr>
              <w:rPr>
                <w:rFonts w:ascii="Helvetica" w:eastAsia="Helvetica" w:hAnsi="Helvetica"/>
                <w:i/>
                <w:sz w:val="20"/>
                <w:szCs w:val="20"/>
              </w:rPr>
            </w:pPr>
            <w:r w:rsidRPr="0084114A">
              <w:rPr>
                <w:rFonts w:ascii="Helvetica" w:eastAsia="Helvetica" w:hAnsi="Helvetica"/>
                <w:i/>
                <w:sz w:val="20"/>
                <w:szCs w:val="20"/>
              </w:rPr>
              <w:t>Examples of tone, style, comparators, what to avoid</w:t>
            </w:r>
          </w:p>
        </w:tc>
        <w:tc>
          <w:tcPr>
            <w:tcW w:w="621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0BB842" w14:textId="77777777" w:rsidR="003A2D48" w:rsidRPr="0084114A" w:rsidRDefault="003A2D48" w:rsidP="002966C7">
            <w:pPr>
              <w:ind w:left="25"/>
              <w:rPr>
                <w:rFonts w:ascii="Helvetica" w:hAnsi="Helvetica"/>
                <w:b/>
                <w:sz w:val="20"/>
                <w:szCs w:val="20"/>
              </w:rPr>
            </w:pPr>
          </w:p>
        </w:tc>
      </w:tr>
      <w:tr w:rsidR="003A2D48" w:rsidRPr="0084114A" w14:paraId="5FDF6364" w14:textId="77777777" w:rsidTr="003A2D48">
        <w:trPr>
          <w:trHeight w:val="885"/>
        </w:trPr>
        <w:tc>
          <w:tcPr>
            <w:tcW w:w="3241" w:type="dxa"/>
            <w:tcBorders>
              <w:bottom w:val="single" w:sz="2" w:space="0" w:color="333333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45FC11" w14:textId="77777777" w:rsidR="003A2D48" w:rsidRPr="0084114A" w:rsidRDefault="003A2D48" w:rsidP="002966C7">
            <w:pPr>
              <w:rPr>
                <w:rFonts w:ascii="Helvetica" w:eastAsia="Helvetica" w:hAnsi="Helvetica"/>
                <w:b/>
                <w:sz w:val="20"/>
                <w:szCs w:val="20"/>
              </w:rPr>
            </w:pPr>
            <w:r w:rsidRPr="0084114A">
              <w:rPr>
                <w:rFonts w:ascii="Helvetica" w:eastAsia="Helvetica" w:hAnsi="Helvetica"/>
                <w:b/>
                <w:sz w:val="20"/>
                <w:szCs w:val="20"/>
              </w:rPr>
              <w:t xml:space="preserve">Budget: </w:t>
            </w:r>
          </w:p>
          <w:p w14:paraId="4FE3C7C1" w14:textId="77777777" w:rsidR="003A2D48" w:rsidRPr="0084114A" w:rsidRDefault="003A2D48" w:rsidP="002966C7">
            <w:pPr>
              <w:rPr>
                <w:rFonts w:ascii="Helvetica" w:eastAsia="Helvetica" w:hAnsi="Helvetica"/>
                <w:sz w:val="20"/>
                <w:szCs w:val="20"/>
              </w:rPr>
            </w:pPr>
            <w:r w:rsidRPr="0084114A">
              <w:rPr>
                <w:rFonts w:ascii="Helvetica" w:eastAsia="Helvetica" w:hAnsi="Helvetica"/>
                <w:sz w:val="20"/>
                <w:szCs w:val="20"/>
              </w:rPr>
              <w:t xml:space="preserve">(Please state budget </w:t>
            </w:r>
          </w:p>
          <w:p w14:paraId="70731E10" w14:textId="77777777" w:rsidR="003A2D48" w:rsidRPr="0084114A" w:rsidRDefault="003A2D48" w:rsidP="002966C7">
            <w:pPr>
              <w:rPr>
                <w:rFonts w:ascii="Helvetica" w:eastAsia="Helvetica" w:hAnsi="Helvetica"/>
                <w:sz w:val="20"/>
                <w:szCs w:val="20"/>
              </w:rPr>
            </w:pPr>
            <w:r w:rsidRPr="0084114A">
              <w:rPr>
                <w:rFonts w:ascii="Helvetica" w:eastAsia="Helvetica" w:hAnsi="Helvetica"/>
                <w:sz w:val="20"/>
                <w:szCs w:val="20"/>
              </w:rPr>
              <w:t xml:space="preserve">excluding VAT) </w:t>
            </w:r>
          </w:p>
        </w:tc>
        <w:tc>
          <w:tcPr>
            <w:tcW w:w="6210" w:type="dxa"/>
            <w:tcBorders>
              <w:bottom w:val="single" w:sz="2" w:space="0" w:color="333333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553BAF" w14:textId="77777777" w:rsidR="003A2D48" w:rsidRPr="0084114A" w:rsidRDefault="003A2D48" w:rsidP="002966C7">
            <w:pPr>
              <w:rPr>
                <w:rFonts w:ascii="Helvetica" w:hAnsi="Helvetica"/>
                <w:b/>
                <w:sz w:val="20"/>
                <w:szCs w:val="20"/>
              </w:rPr>
            </w:pPr>
          </w:p>
        </w:tc>
      </w:tr>
      <w:tr w:rsidR="003A2D48" w:rsidRPr="0084114A" w14:paraId="50230486" w14:textId="77777777" w:rsidTr="002966C7">
        <w:trPr>
          <w:trHeight w:val="260"/>
        </w:trPr>
        <w:tc>
          <w:tcPr>
            <w:tcW w:w="32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F4E3B9" w14:textId="77777777" w:rsidR="003A2D48" w:rsidRPr="0084114A" w:rsidRDefault="003A2D48" w:rsidP="002966C7">
            <w:pPr>
              <w:rPr>
                <w:rFonts w:ascii="Helvetica" w:eastAsia="Helvetica" w:hAnsi="Helvetica"/>
                <w:b/>
                <w:sz w:val="20"/>
                <w:szCs w:val="20"/>
              </w:rPr>
            </w:pPr>
            <w:r w:rsidRPr="0084114A">
              <w:rPr>
                <w:rFonts w:ascii="Helvetica" w:eastAsia="Helvetica" w:hAnsi="Helvetica"/>
                <w:b/>
                <w:sz w:val="20"/>
                <w:szCs w:val="20"/>
              </w:rPr>
              <w:t>Approval process:</w:t>
            </w:r>
          </w:p>
          <w:p w14:paraId="28D0F55E" w14:textId="77777777" w:rsidR="003A2D48" w:rsidRPr="0084114A" w:rsidRDefault="003A2D48" w:rsidP="002966C7">
            <w:pPr>
              <w:rPr>
                <w:rFonts w:ascii="Helvetica" w:eastAsia="Helvetica" w:hAnsi="Helvetica"/>
                <w:i/>
                <w:sz w:val="20"/>
                <w:szCs w:val="20"/>
              </w:rPr>
            </w:pPr>
            <w:r w:rsidRPr="0084114A">
              <w:rPr>
                <w:rFonts w:ascii="Helvetica" w:eastAsia="Helvetica" w:hAnsi="Helvetica"/>
                <w:i/>
                <w:sz w:val="20"/>
                <w:szCs w:val="20"/>
              </w:rPr>
              <w:t>Who needs to sign this off?</w:t>
            </w:r>
          </w:p>
        </w:tc>
        <w:tc>
          <w:tcPr>
            <w:tcW w:w="62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61E3B9" w14:textId="77777777" w:rsidR="003A2D48" w:rsidRDefault="003A2D48" w:rsidP="002966C7">
            <w:pPr>
              <w:rPr>
                <w:rFonts w:ascii="Helvetica" w:hAnsi="Helvetica"/>
                <w:b/>
                <w:sz w:val="20"/>
                <w:szCs w:val="20"/>
              </w:rPr>
            </w:pPr>
          </w:p>
          <w:p w14:paraId="0D6A227A" w14:textId="77777777" w:rsidR="003A2D48" w:rsidRDefault="003A2D48" w:rsidP="002966C7">
            <w:pPr>
              <w:rPr>
                <w:rFonts w:ascii="Helvetica" w:hAnsi="Helvetica"/>
                <w:b/>
                <w:sz w:val="20"/>
                <w:szCs w:val="20"/>
              </w:rPr>
            </w:pPr>
          </w:p>
          <w:p w14:paraId="3BB955F2" w14:textId="77777777" w:rsidR="003A2D48" w:rsidRPr="0084114A" w:rsidRDefault="003A2D48" w:rsidP="002966C7">
            <w:pPr>
              <w:rPr>
                <w:rFonts w:ascii="Helvetica" w:hAnsi="Helvetica"/>
                <w:b/>
                <w:sz w:val="20"/>
                <w:szCs w:val="20"/>
              </w:rPr>
            </w:pPr>
          </w:p>
        </w:tc>
      </w:tr>
      <w:tr w:rsidR="003A2D48" w:rsidRPr="0084114A" w14:paraId="2FC7A97A" w14:textId="77777777" w:rsidTr="002966C7">
        <w:trPr>
          <w:trHeight w:val="260"/>
        </w:trPr>
        <w:tc>
          <w:tcPr>
            <w:tcW w:w="324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7159D3" w14:textId="77777777" w:rsidR="003A2D48" w:rsidRPr="0084114A" w:rsidRDefault="003A2D48" w:rsidP="002966C7">
            <w:pPr>
              <w:rPr>
                <w:rFonts w:ascii="Helvetica" w:eastAsia="Helvetica" w:hAnsi="Helvetica"/>
                <w:b/>
                <w:sz w:val="20"/>
                <w:szCs w:val="20"/>
              </w:rPr>
            </w:pPr>
            <w:r w:rsidRPr="0084114A">
              <w:rPr>
                <w:rFonts w:ascii="Helvetica" w:eastAsia="Helvetica" w:hAnsi="Helvetica"/>
                <w:b/>
                <w:sz w:val="20"/>
                <w:szCs w:val="20"/>
              </w:rPr>
              <w:t>Accessibility considerations:</w:t>
            </w:r>
          </w:p>
        </w:tc>
        <w:tc>
          <w:tcPr>
            <w:tcW w:w="62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8FE8FE" w14:textId="77777777" w:rsidR="003A2D48" w:rsidRDefault="003A2D48" w:rsidP="002966C7">
            <w:pPr>
              <w:rPr>
                <w:rFonts w:ascii="Helvetica" w:hAnsi="Helvetica"/>
                <w:b/>
                <w:sz w:val="20"/>
                <w:szCs w:val="20"/>
              </w:rPr>
            </w:pPr>
          </w:p>
          <w:p w14:paraId="40EA1CFC" w14:textId="77777777" w:rsidR="003A2D48" w:rsidRDefault="003A2D48" w:rsidP="002966C7">
            <w:pPr>
              <w:rPr>
                <w:rFonts w:ascii="Helvetica" w:hAnsi="Helvetica"/>
                <w:b/>
                <w:sz w:val="20"/>
                <w:szCs w:val="20"/>
              </w:rPr>
            </w:pPr>
          </w:p>
          <w:p w14:paraId="7066B8AD" w14:textId="77777777" w:rsidR="003A2D48" w:rsidRPr="0084114A" w:rsidRDefault="003A2D48" w:rsidP="002966C7">
            <w:pPr>
              <w:rPr>
                <w:rFonts w:ascii="Helvetica" w:hAnsi="Helvetica"/>
                <w:b/>
                <w:sz w:val="20"/>
                <w:szCs w:val="20"/>
              </w:rPr>
            </w:pPr>
          </w:p>
        </w:tc>
      </w:tr>
    </w:tbl>
    <w:p w14:paraId="19BD8510" w14:textId="77777777" w:rsidR="003A2D48" w:rsidRPr="0084114A" w:rsidRDefault="003A2D48" w:rsidP="003A2D48">
      <w:pPr>
        <w:rPr>
          <w:rFonts w:ascii="Helvetica" w:hAnsi="Helvetica"/>
          <w:sz w:val="20"/>
          <w:szCs w:val="20"/>
        </w:rPr>
      </w:pPr>
    </w:p>
    <w:tbl>
      <w:tblPr>
        <w:tblW w:w="9551" w:type="dxa"/>
        <w:tblInd w:w="188" w:type="dxa"/>
        <w:tblBorders>
          <w:top w:val="single" w:sz="2" w:space="0" w:color="333333"/>
          <w:left w:val="single" w:sz="2" w:space="0" w:color="333333"/>
          <w:bottom w:val="single" w:sz="2" w:space="0" w:color="333333"/>
          <w:right w:val="single" w:sz="2" w:space="0" w:color="333333"/>
          <w:insideH w:val="single" w:sz="2" w:space="0" w:color="333333"/>
          <w:insideV w:val="single" w:sz="2" w:space="0" w:color="333333"/>
        </w:tblBorders>
        <w:tblLayout w:type="fixed"/>
        <w:tblLook w:val="0000" w:firstRow="0" w:lastRow="0" w:firstColumn="0" w:lastColumn="0" w:noHBand="0" w:noVBand="0"/>
      </w:tblPr>
      <w:tblGrid>
        <w:gridCol w:w="9551"/>
      </w:tblGrid>
      <w:tr w:rsidR="003A2D48" w:rsidRPr="0084114A" w14:paraId="0D505C21" w14:textId="77777777" w:rsidTr="002966C7">
        <w:trPr>
          <w:trHeight w:val="260"/>
        </w:trPr>
        <w:tc>
          <w:tcPr>
            <w:tcW w:w="9551" w:type="dxa"/>
            <w:shd w:val="clear" w:color="auto" w:fill="EAD75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A68531" w14:textId="77777777" w:rsidR="003A2D48" w:rsidRPr="0084114A" w:rsidRDefault="003A2D48" w:rsidP="002966C7">
            <w:pPr>
              <w:pStyle w:val="Tableheader"/>
              <w:rPr>
                <w:rFonts w:ascii="Helvetica" w:eastAsia="Arial Unicode MS" w:hAnsi="Helvetica" w:cs="Arial Unicode MS"/>
                <w:b/>
                <w:color w:val="818180" w:themeColor="text1" w:themeTint="BF"/>
              </w:rPr>
            </w:pPr>
            <w:r w:rsidRPr="0084114A">
              <w:rPr>
                <w:rFonts w:ascii="Helvetica" w:eastAsia="Arial Unicode MS" w:hAnsi="Helvetica" w:cs="Arial Unicode MS"/>
                <w:b/>
                <w:color w:val="818180" w:themeColor="text1" w:themeTint="BF"/>
              </w:rPr>
              <w:t>WHAT TYPE OF SERVICES WOULD YOU LIKE FROM US?</w:t>
            </w:r>
          </w:p>
        </w:tc>
      </w:tr>
      <w:tr w:rsidR="003A2D48" w:rsidRPr="0084114A" w14:paraId="2CEF35D3" w14:textId="77777777" w:rsidTr="002966C7">
        <w:trPr>
          <w:trHeight w:val="260"/>
        </w:trPr>
        <w:tc>
          <w:tcPr>
            <w:tcW w:w="95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EB21B9" w14:textId="77777777" w:rsidR="003A2D48" w:rsidRPr="0084114A" w:rsidRDefault="003A2D48" w:rsidP="002966C7">
            <w:pPr>
              <w:rPr>
                <w:rFonts w:ascii="Helvetica" w:eastAsia="Helvetica" w:hAnsi="Helvetica"/>
                <w:i/>
                <w:sz w:val="20"/>
                <w:szCs w:val="20"/>
              </w:rPr>
            </w:pPr>
            <w:r w:rsidRPr="0084114A">
              <w:rPr>
                <w:rFonts w:ascii="Helvetica" w:eastAsia="Helvetica" w:hAnsi="Helvetica"/>
                <w:i/>
                <w:sz w:val="20"/>
                <w:szCs w:val="20"/>
              </w:rPr>
              <w:t xml:space="preserve">  This list isn’t exhaustive – but gives us an idea of what the project will involve. </w:t>
            </w:r>
          </w:p>
          <w:p w14:paraId="7D7997D6" w14:textId="77777777" w:rsidR="003A2D48" w:rsidRPr="0084114A" w:rsidRDefault="003A2D48" w:rsidP="002966C7">
            <w:pPr>
              <w:rPr>
                <w:rFonts w:ascii="Helvetica" w:eastAsia="Helvetica" w:hAnsi="Helvetica"/>
                <w:b/>
                <w:sz w:val="20"/>
                <w:szCs w:val="20"/>
              </w:rPr>
            </w:pPr>
          </w:p>
          <w:p w14:paraId="3CC2E095" w14:textId="77777777" w:rsidR="003A2D48" w:rsidRPr="0084114A" w:rsidRDefault="003A2D48" w:rsidP="002966C7">
            <w:pPr>
              <w:rPr>
                <w:rFonts w:ascii="Helvetica" w:eastAsia="ＭＳ ゴシック" w:hAnsi="Helvetica"/>
                <w:color w:val="000000"/>
                <w:sz w:val="20"/>
                <w:szCs w:val="20"/>
              </w:rPr>
            </w:pPr>
            <w:r w:rsidRPr="0084114A">
              <w:rPr>
                <w:rFonts w:ascii="Helvetica" w:eastAsia="ＭＳ ゴシック" w:hAnsi="Helvetica"/>
                <w:color w:val="000000"/>
                <w:sz w:val="20"/>
                <w:szCs w:val="20"/>
              </w:rPr>
              <w:tab/>
              <w:t>Research</w:t>
            </w:r>
            <w:r w:rsidRPr="0084114A">
              <w:rPr>
                <w:rFonts w:ascii="Helvetica" w:eastAsia="ＭＳ ゴシック" w:hAnsi="Helvetica"/>
                <w:color w:val="000000"/>
                <w:sz w:val="20"/>
                <w:szCs w:val="20"/>
              </w:rPr>
              <w:tab/>
            </w:r>
            <w:r w:rsidRPr="0084114A">
              <w:rPr>
                <w:rFonts w:ascii="Helvetica" w:eastAsia="ＭＳ ゴシック" w:hAnsi="Helvetica"/>
                <w:color w:val="000000"/>
                <w:sz w:val="20"/>
                <w:szCs w:val="20"/>
              </w:rPr>
              <w:tab/>
            </w:r>
            <w:r w:rsidRPr="0084114A">
              <w:rPr>
                <w:rFonts w:ascii="Helvetica" w:eastAsia="ＭＳ ゴシック" w:hAnsi="Helvetica"/>
                <w:color w:val="000000"/>
                <w:sz w:val="20"/>
                <w:szCs w:val="20"/>
              </w:rPr>
              <w:tab/>
              <w:t>Y/N</w:t>
            </w:r>
            <w:r w:rsidRPr="0084114A">
              <w:rPr>
                <w:rFonts w:ascii="Helvetica" w:eastAsia="ＭＳ ゴシック" w:hAnsi="Helvetica"/>
                <w:color w:val="000000"/>
                <w:sz w:val="20"/>
                <w:szCs w:val="20"/>
              </w:rPr>
              <w:tab/>
            </w:r>
            <w:r w:rsidRPr="0084114A">
              <w:rPr>
                <w:rFonts w:ascii="Helvetica" w:eastAsia="ＭＳ ゴシック" w:hAnsi="Helvetica"/>
                <w:color w:val="000000"/>
                <w:sz w:val="20"/>
                <w:szCs w:val="20"/>
              </w:rPr>
              <w:tab/>
              <w:t>Animation</w:t>
            </w:r>
            <w:r w:rsidRPr="0084114A">
              <w:rPr>
                <w:rFonts w:ascii="Helvetica" w:eastAsia="ＭＳ ゴシック" w:hAnsi="Helvetica"/>
                <w:color w:val="000000"/>
                <w:sz w:val="20"/>
                <w:szCs w:val="20"/>
              </w:rPr>
              <w:tab/>
            </w:r>
            <w:r w:rsidRPr="0084114A">
              <w:rPr>
                <w:rFonts w:ascii="Helvetica" w:eastAsia="ＭＳ ゴシック" w:hAnsi="Helvetica"/>
                <w:color w:val="000000"/>
                <w:sz w:val="20"/>
                <w:szCs w:val="20"/>
              </w:rPr>
              <w:tab/>
            </w:r>
            <w:r w:rsidRPr="0084114A">
              <w:rPr>
                <w:rFonts w:ascii="Helvetica" w:eastAsia="ＭＳ ゴシック" w:hAnsi="Helvetica"/>
                <w:color w:val="000000"/>
                <w:sz w:val="20"/>
                <w:szCs w:val="20"/>
              </w:rPr>
              <w:tab/>
              <w:t>Y/N</w:t>
            </w:r>
          </w:p>
          <w:p w14:paraId="1B2E8714" w14:textId="77777777" w:rsidR="003A2D48" w:rsidRPr="0084114A" w:rsidRDefault="003A2D48" w:rsidP="002966C7">
            <w:pPr>
              <w:rPr>
                <w:rFonts w:ascii="Helvetica" w:eastAsia="ＭＳ ゴシック" w:hAnsi="Helvetica"/>
                <w:color w:val="000000"/>
                <w:sz w:val="20"/>
                <w:szCs w:val="20"/>
              </w:rPr>
            </w:pPr>
            <w:r w:rsidRPr="0084114A">
              <w:rPr>
                <w:rFonts w:ascii="Helvetica" w:eastAsia="ＭＳ ゴシック" w:hAnsi="Helvetica"/>
                <w:color w:val="000000"/>
                <w:sz w:val="20"/>
                <w:szCs w:val="20"/>
              </w:rPr>
              <w:tab/>
              <w:t>Copy writing / editing</w:t>
            </w:r>
            <w:r w:rsidRPr="0084114A">
              <w:rPr>
                <w:rFonts w:ascii="Helvetica" w:eastAsia="ＭＳ ゴシック" w:hAnsi="Helvetica"/>
                <w:color w:val="000000"/>
                <w:sz w:val="20"/>
                <w:szCs w:val="20"/>
              </w:rPr>
              <w:tab/>
            </w:r>
            <w:r w:rsidRPr="0084114A">
              <w:rPr>
                <w:rFonts w:ascii="Helvetica" w:eastAsia="ＭＳ ゴシック" w:hAnsi="Helvetica"/>
                <w:color w:val="000000"/>
                <w:sz w:val="20"/>
                <w:szCs w:val="20"/>
              </w:rPr>
              <w:tab/>
              <w:t>Y/N</w:t>
            </w:r>
            <w:r w:rsidRPr="0084114A">
              <w:rPr>
                <w:rFonts w:ascii="Helvetica" w:eastAsia="ＭＳ ゴシック" w:hAnsi="Helvetica"/>
                <w:color w:val="000000"/>
                <w:sz w:val="20"/>
                <w:szCs w:val="20"/>
              </w:rPr>
              <w:tab/>
            </w:r>
            <w:r w:rsidRPr="0084114A">
              <w:rPr>
                <w:rFonts w:ascii="Helvetica" w:eastAsia="ＭＳ ゴシック" w:hAnsi="Helvetica"/>
                <w:color w:val="000000"/>
                <w:sz w:val="20"/>
                <w:szCs w:val="20"/>
              </w:rPr>
              <w:tab/>
              <w:t>Film</w:t>
            </w:r>
            <w:r w:rsidRPr="0084114A">
              <w:rPr>
                <w:rFonts w:ascii="Helvetica" w:eastAsia="ＭＳ ゴシック" w:hAnsi="Helvetica"/>
                <w:color w:val="000000"/>
                <w:sz w:val="20"/>
                <w:szCs w:val="20"/>
              </w:rPr>
              <w:tab/>
            </w:r>
            <w:r w:rsidRPr="0084114A">
              <w:rPr>
                <w:rFonts w:ascii="Helvetica" w:eastAsia="ＭＳ ゴシック" w:hAnsi="Helvetica"/>
                <w:color w:val="000000"/>
                <w:sz w:val="20"/>
                <w:szCs w:val="20"/>
              </w:rPr>
              <w:tab/>
            </w:r>
            <w:r w:rsidRPr="0084114A">
              <w:rPr>
                <w:rFonts w:ascii="Helvetica" w:eastAsia="ＭＳ ゴシック" w:hAnsi="Helvetica"/>
                <w:color w:val="000000"/>
                <w:sz w:val="20"/>
                <w:szCs w:val="20"/>
              </w:rPr>
              <w:tab/>
            </w:r>
            <w:r w:rsidRPr="0084114A">
              <w:rPr>
                <w:rFonts w:ascii="Helvetica" w:eastAsia="ＭＳ ゴシック" w:hAnsi="Helvetica"/>
                <w:color w:val="000000"/>
                <w:sz w:val="20"/>
                <w:szCs w:val="20"/>
              </w:rPr>
              <w:tab/>
              <w:t>Y/N</w:t>
            </w:r>
          </w:p>
          <w:p w14:paraId="6300C0A9" w14:textId="77777777" w:rsidR="003A2D48" w:rsidRPr="0084114A" w:rsidRDefault="003A2D48" w:rsidP="002966C7">
            <w:pPr>
              <w:rPr>
                <w:rFonts w:ascii="Helvetica" w:eastAsia="ＭＳ ゴシック" w:hAnsi="Helvetica"/>
                <w:color w:val="000000"/>
                <w:sz w:val="20"/>
                <w:szCs w:val="20"/>
              </w:rPr>
            </w:pPr>
            <w:r w:rsidRPr="0084114A">
              <w:rPr>
                <w:rFonts w:ascii="Helvetica" w:eastAsia="ＭＳ ゴシック" w:hAnsi="Helvetica"/>
                <w:color w:val="000000"/>
                <w:sz w:val="20"/>
                <w:szCs w:val="20"/>
              </w:rPr>
              <w:tab/>
              <w:t xml:space="preserve">Content planning </w:t>
            </w:r>
            <w:r w:rsidRPr="0084114A">
              <w:rPr>
                <w:rFonts w:ascii="Helvetica" w:eastAsia="ＭＳ ゴシック" w:hAnsi="Helvetica"/>
                <w:color w:val="000000"/>
                <w:sz w:val="20"/>
                <w:szCs w:val="20"/>
              </w:rPr>
              <w:tab/>
            </w:r>
            <w:r w:rsidRPr="0084114A">
              <w:rPr>
                <w:rFonts w:ascii="Helvetica" w:eastAsia="ＭＳ ゴシック" w:hAnsi="Helvetica"/>
                <w:color w:val="000000"/>
                <w:sz w:val="20"/>
                <w:szCs w:val="20"/>
              </w:rPr>
              <w:tab/>
              <w:t>Y/N</w:t>
            </w:r>
            <w:r w:rsidRPr="0084114A">
              <w:rPr>
                <w:rFonts w:ascii="Helvetica" w:eastAsia="ＭＳ ゴシック" w:hAnsi="Helvetica"/>
                <w:color w:val="000000"/>
                <w:sz w:val="20"/>
                <w:szCs w:val="20"/>
              </w:rPr>
              <w:tab/>
            </w:r>
            <w:r w:rsidRPr="0084114A">
              <w:rPr>
                <w:rFonts w:ascii="Helvetica" w:eastAsia="ＭＳ ゴシック" w:hAnsi="Helvetica"/>
                <w:color w:val="000000"/>
                <w:sz w:val="20"/>
                <w:szCs w:val="20"/>
              </w:rPr>
              <w:tab/>
              <w:t>Photography</w:t>
            </w:r>
            <w:r w:rsidRPr="0084114A">
              <w:rPr>
                <w:rFonts w:ascii="Helvetica" w:eastAsia="ＭＳ ゴシック" w:hAnsi="Helvetica"/>
                <w:color w:val="000000"/>
                <w:sz w:val="20"/>
                <w:szCs w:val="20"/>
              </w:rPr>
              <w:tab/>
            </w:r>
            <w:r w:rsidRPr="0084114A">
              <w:rPr>
                <w:rFonts w:ascii="Helvetica" w:eastAsia="ＭＳ ゴシック" w:hAnsi="Helvetica"/>
                <w:color w:val="000000"/>
                <w:sz w:val="20"/>
                <w:szCs w:val="20"/>
              </w:rPr>
              <w:tab/>
            </w:r>
            <w:r w:rsidRPr="0084114A">
              <w:rPr>
                <w:rFonts w:ascii="Helvetica" w:eastAsia="ＭＳ ゴシック" w:hAnsi="Helvetica"/>
                <w:color w:val="000000"/>
                <w:sz w:val="20"/>
                <w:szCs w:val="20"/>
              </w:rPr>
              <w:tab/>
              <w:t>Y/N</w:t>
            </w:r>
          </w:p>
          <w:p w14:paraId="2EEC0EA7" w14:textId="77777777" w:rsidR="003A2D48" w:rsidRPr="0084114A" w:rsidRDefault="003A2D48" w:rsidP="002966C7">
            <w:pPr>
              <w:rPr>
                <w:rFonts w:ascii="Helvetica" w:hAnsi="Helvetica"/>
                <w:sz w:val="20"/>
                <w:szCs w:val="20"/>
              </w:rPr>
            </w:pPr>
            <w:r w:rsidRPr="0084114A">
              <w:rPr>
                <w:rFonts w:ascii="Helvetica" w:eastAsia="ＭＳ ゴシック" w:hAnsi="Helvetica"/>
                <w:color w:val="000000"/>
                <w:sz w:val="20"/>
                <w:szCs w:val="20"/>
              </w:rPr>
              <w:tab/>
              <w:t>PR</w:t>
            </w:r>
            <w:r w:rsidRPr="0084114A">
              <w:rPr>
                <w:rFonts w:ascii="Helvetica" w:eastAsia="ＭＳ ゴシック" w:hAnsi="Helvetica"/>
                <w:color w:val="000000"/>
                <w:sz w:val="20"/>
                <w:szCs w:val="20"/>
              </w:rPr>
              <w:tab/>
            </w:r>
            <w:r w:rsidRPr="0084114A">
              <w:rPr>
                <w:rFonts w:ascii="Helvetica" w:eastAsia="ＭＳ ゴシック" w:hAnsi="Helvetica"/>
                <w:color w:val="000000"/>
                <w:sz w:val="20"/>
                <w:szCs w:val="20"/>
              </w:rPr>
              <w:tab/>
            </w:r>
            <w:r w:rsidRPr="0084114A">
              <w:rPr>
                <w:rFonts w:ascii="Helvetica" w:eastAsia="ＭＳ ゴシック" w:hAnsi="Helvetica"/>
                <w:color w:val="000000"/>
                <w:sz w:val="20"/>
                <w:szCs w:val="20"/>
              </w:rPr>
              <w:tab/>
            </w:r>
            <w:r w:rsidRPr="0084114A">
              <w:rPr>
                <w:rFonts w:ascii="Helvetica" w:eastAsia="ＭＳ ゴシック" w:hAnsi="Helvetica"/>
                <w:color w:val="000000"/>
                <w:sz w:val="20"/>
                <w:szCs w:val="20"/>
              </w:rPr>
              <w:tab/>
              <w:t>Y/N</w:t>
            </w:r>
            <w:r w:rsidRPr="0084114A">
              <w:rPr>
                <w:rFonts w:ascii="Helvetica" w:eastAsia="ＭＳ ゴシック" w:hAnsi="Helvetica"/>
                <w:color w:val="000000"/>
                <w:sz w:val="20"/>
                <w:szCs w:val="20"/>
              </w:rPr>
              <w:tab/>
            </w:r>
            <w:r w:rsidRPr="0084114A">
              <w:rPr>
                <w:rFonts w:ascii="Helvetica" w:eastAsia="ＭＳ ゴシック" w:hAnsi="Helvetica"/>
                <w:color w:val="000000"/>
                <w:sz w:val="20"/>
                <w:szCs w:val="20"/>
              </w:rPr>
              <w:tab/>
              <w:t>Web development</w:t>
            </w:r>
            <w:r w:rsidRPr="0084114A">
              <w:rPr>
                <w:rFonts w:ascii="Helvetica" w:eastAsia="ＭＳ ゴシック" w:hAnsi="Helvetica"/>
                <w:color w:val="000000"/>
                <w:sz w:val="20"/>
                <w:szCs w:val="20"/>
              </w:rPr>
              <w:tab/>
            </w:r>
            <w:r w:rsidRPr="0084114A">
              <w:rPr>
                <w:rFonts w:ascii="Helvetica" w:eastAsia="ＭＳ ゴシック" w:hAnsi="Helvetica"/>
                <w:color w:val="000000"/>
                <w:sz w:val="20"/>
                <w:szCs w:val="20"/>
              </w:rPr>
              <w:tab/>
              <w:t>Y/N</w:t>
            </w:r>
          </w:p>
          <w:p w14:paraId="30FAEECA" w14:textId="77777777" w:rsidR="003A2D48" w:rsidRPr="0084114A" w:rsidRDefault="003A2D48" w:rsidP="002966C7">
            <w:pPr>
              <w:rPr>
                <w:rFonts w:ascii="Helvetica" w:eastAsia="ＭＳ ゴシック" w:hAnsi="Helvetica"/>
                <w:color w:val="000000"/>
                <w:sz w:val="20"/>
                <w:szCs w:val="20"/>
              </w:rPr>
            </w:pPr>
            <w:r w:rsidRPr="0084114A">
              <w:rPr>
                <w:rFonts w:ascii="Helvetica" w:eastAsia="ＭＳ ゴシック" w:hAnsi="Helvetica"/>
                <w:color w:val="000000"/>
                <w:sz w:val="20"/>
                <w:szCs w:val="20"/>
              </w:rPr>
              <w:tab/>
              <w:t>Social media content</w:t>
            </w:r>
            <w:r w:rsidRPr="0084114A">
              <w:rPr>
                <w:rFonts w:ascii="Helvetica" w:eastAsia="ＭＳ ゴシック" w:hAnsi="Helvetica"/>
                <w:color w:val="000000"/>
                <w:sz w:val="20"/>
                <w:szCs w:val="20"/>
              </w:rPr>
              <w:tab/>
            </w:r>
            <w:r w:rsidRPr="0084114A">
              <w:rPr>
                <w:rFonts w:ascii="Helvetica" w:eastAsia="ＭＳ ゴシック" w:hAnsi="Helvetica"/>
                <w:color w:val="000000"/>
                <w:sz w:val="20"/>
                <w:szCs w:val="20"/>
              </w:rPr>
              <w:tab/>
              <w:t>Y/N</w:t>
            </w:r>
            <w:r w:rsidRPr="0084114A">
              <w:rPr>
                <w:rFonts w:ascii="Helvetica" w:eastAsia="ＭＳ ゴシック" w:hAnsi="Helvetica"/>
                <w:color w:val="000000"/>
                <w:sz w:val="20"/>
                <w:szCs w:val="20"/>
              </w:rPr>
              <w:tab/>
            </w:r>
            <w:r w:rsidRPr="0084114A">
              <w:rPr>
                <w:rFonts w:ascii="Helvetica" w:eastAsia="ＭＳ ゴシック" w:hAnsi="Helvetica"/>
                <w:color w:val="000000"/>
                <w:sz w:val="20"/>
                <w:szCs w:val="20"/>
              </w:rPr>
              <w:tab/>
              <w:t>Design</w:t>
            </w:r>
            <w:r w:rsidRPr="0084114A">
              <w:rPr>
                <w:rFonts w:ascii="Helvetica" w:eastAsia="ＭＳ ゴシック" w:hAnsi="Helvetica"/>
                <w:color w:val="000000"/>
                <w:sz w:val="20"/>
                <w:szCs w:val="20"/>
              </w:rPr>
              <w:tab/>
            </w:r>
            <w:r w:rsidRPr="0084114A">
              <w:rPr>
                <w:rFonts w:ascii="Helvetica" w:eastAsia="ＭＳ ゴシック" w:hAnsi="Helvetica"/>
                <w:color w:val="000000"/>
                <w:sz w:val="20"/>
                <w:szCs w:val="20"/>
              </w:rPr>
              <w:tab/>
            </w:r>
            <w:r w:rsidRPr="0084114A">
              <w:rPr>
                <w:rFonts w:ascii="Helvetica" w:eastAsia="ＭＳ ゴシック" w:hAnsi="Helvetica"/>
                <w:color w:val="000000"/>
                <w:sz w:val="20"/>
                <w:szCs w:val="20"/>
              </w:rPr>
              <w:tab/>
            </w:r>
            <w:r w:rsidRPr="0084114A">
              <w:rPr>
                <w:rFonts w:ascii="Helvetica" w:eastAsia="ＭＳ ゴシック" w:hAnsi="Helvetica"/>
                <w:color w:val="000000"/>
                <w:sz w:val="20"/>
                <w:szCs w:val="20"/>
              </w:rPr>
              <w:tab/>
              <w:t>Y/N</w:t>
            </w:r>
          </w:p>
          <w:p w14:paraId="25A79839" w14:textId="77777777" w:rsidR="003A2D48" w:rsidRPr="0084114A" w:rsidRDefault="003A2D48" w:rsidP="002966C7">
            <w:pPr>
              <w:rPr>
                <w:rFonts w:ascii="Helvetica" w:eastAsia="ＭＳ ゴシック" w:hAnsi="Helvetica"/>
                <w:color w:val="000000"/>
                <w:sz w:val="20"/>
                <w:szCs w:val="20"/>
              </w:rPr>
            </w:pPr>
            <w:r w:rsidRPr="0084114A">
              <w:rPr>
                <w:rFonts w:ascii="Helvetica" w:eastAsia="ＭＳ ゴシック" w:hAnsi="Helvetica"/>
                <w:color w:val="000000"/>
                <w:sz w:val="20"/>
                <w:szCs w:val="20"/>
              </w:rPr>
              <w:t xml:space="preserve">             Strategy development               Y/N</w:t>
            </w:r>
          </w:p>
          <w:p w14:paraId="29877835" w14:textId="77777777" w:rsidR="003A2D48" w:rsidRPr="0084114A" w:rsidRDefault="003A2D48" w:rsidP="002966C7">
            <w:pPr>
              <w:rPr>
                <w:rFonts w:ascii="Helvetica" w:eastAsia="ＭＳ ゴシック" w:hAnsi="Helvetica"/>
                <w:color w:val="000000"/>
                <w:sz w:val="20"/>
                <w:szCs w:val="20"/>
              </w:rPr>
            </w:pPr>
            <w:r w:rsidRPr="0084114A">
              <w:rPr>
                <w:rFonts w:ascii="Helvetica" w:eastAsia="ＭＳ ゴシック" w:hAnsi="Helvetica"/>
                <w:color w:val="000000"/>
                <w:sz w:val="20"/>
                <w:szCs w:val="20"/>
              </w:rPr>
              <w:tab/>
              <w:t xml:space="preserve">Illustration </w:t>
            </w:r>
            <w:r w:rsidRPr="0084114A">
              <w:rPr>
                <w:rFonts w:ascii="Helvetica" w:eastAsia="ＭＳ ゴシック" w:hAnsi="Helvetica"/>
                <w:color w:val="000000"/>
                <w:sz w:val="20"/>
                <w:szCs w:val="20"/>
              </w:rPr>
              <w:tab/>
            </w:r>
            <w:r w:rsidRPr="0084114A">
              <w:rPr>
                <w:rFonts w:ascii="Helvetica" w:eastAsia="ＭＳ ゴシック" w:hAnsi="Helvetica"/>
                <w:color w:val="000000"/>
                <w:sz w:val="20"/>
                <w:szCs w:val="20"/>
              </w:rPr>
              <w:tab/>
            </w:r>
            <w:r w:rsidRPr="0084114A">
              <w:rPr>
                <w:rFonts w:ascii="Helvetica" w:eastAsia="ＭＳ ゴシック" w:hAnsi="Helvetica"/>
                <w:color w:val="000000"/>
                <w:sz w:val="20"/>
                <w:szCs w:val="20"/>
              </w:rPr>
              <w:tab/>
              <w:t>Y/N</w:t>
            </w:r>
          </w:p>
          <w:p w14:paraId="4D1B5741" w14:textId="77777777" w:rsidR="003A2D48" w:rsidRPr="0084114A" w:rsidRDefault="003A2D48" w:rsidP="002966C7">
            <w:pPr>
              <w:rPr>
                <w:rFonts w:ascii="Helvetica" w:hAnsi="Helvetica"/>
                <w:b/>
                <w:sz w:val="20"/>
                <w:szCs w:val="20"/>
                <w:lang w:val="en-US"/>
              </w:rPr>
            </w:pPr>
            <w:r w:rsidRPr="0084114A">
              <w:rPr>
                <w:rFonts w:ascii="Helvetica" w:hAnsi="Helvetica"/>
                <w:b/>
                <w:sz w:val="20"/>
                <w:szCs w:val="20"/>
                <w:lang w:val="en-US"/>
              </w:rPr>
              <w:t xml:space="preserve"> </w:t>
            </w:r>
          </w:p>
        </w:tc>
      </w:tr>
    </w:tbl>
    <w:p w14:paraId="6FF0B7FD" w14:textId="77777777" w:rsidR="003A2D48" w:rsidRDefault="003A2D48" w:rsidP="003A2D48">
      <w:pPr>
        <w:rPr>
          <w:rFonts w:ascii="Helvetica" w:hAnsi="Helvetica"/>
          <w:sz w:val="20"/>
          <w:szCs w:val="20"/>
        </w:rPr>
      </w:pPr>
    </w:p>
    <w:p w14:paraId="00CF6B09" w14:textId="77777777" w:rsidR="003A2D48" w:rsidRDefault="003A2D48" w:rsidP="003A2D48">
      <w:pPr>
        <w:rPr>
          <w:rFonts w:ascii="Helvetica" w:hAnsi="Helvetica"/>
          <w:sz w:val="20"/>
          <w:szCs w:val="20"/>
        </w:rPr>
      </w:pPr>
    </w:p>
    <w:p w14:paraId="3049F124" w14:textId="77777777" w:rsidR="003A2D48" w:rsidRDefault="003A2D48" w:rsidP="003A2D48">
      <w:pPr>
        <w:rPr>
          <w:rFonts w:ascii="Helvetica" w:hAnsi="Helvetica"/>
          <w:sz w:val="20"/>
          <w:szCs w:val="20"/>
        </w:rPr>
      </w:pPr>
    </w:p>
    <w:p w14:paraId="1FB4C6C0" w14:textId="77777777" w:rsidR="003A2D48" w:rsidRDefault="003A2D48" w:rsidP="003A2D48">
      <w:pPr>
        <w:rPr>
          <w:rFonts w:ascii="Helvetica" w:hAnsi="Helvetica"/>
          <w:sz w:val="20"/>
          <w:szCs w:val="20"/>
        </w:rPr>
      </w:pPr>
    </w:p>
    <w:p w14:paraId="75397C77" w14:textId="77777777" w:rsidR="003A2D48" w:rsidRDefault="003A2D48" w:rsidP="003A2D48">
      <w:pPr>
        <w:rPr>
          <w:rFonts w:ascii="Helvetica" w:hAnsi="Helvetica"/>
          <w:sz w:val="20"/>
          <w:szCs w:val="20"/>
        </w:rPr>
      </w:pPr>
    </w:p>
    <w:p w14:paraId="3968D914" w14:textId="77777777" w:rsidR="003A2D48" w:rsidRDefault="003A2D48" w:rsidP="003A2D48">
      <w:pPr>
        <w:rPr>
          <w:rFonts w:ascii="Helvetica" w:hAnsi="Helvetica"/>
          <w:sz w:val="20"/>
          <w:szCs w:val="20"/>
        </w:rPr>
      </w:pPr>
    </w:p>
    <w:p w14:paraId="065CAF75" w14:textId="77777777" w:rsidR="003A2D48" w:rsidRPr="0084114A" w:rsidRDefault="003A2D48" w:rsidP="003A2D48">
      <w:pPr>
        <w:rPr>
          <w:rFonts w:ascii="Helvetica" w:hAnsi="Helvetica"/>
          <w:sz w:val="20"/>
          <w:szCs w:val="20"/>
        </w:rPr>
      </w:pPr>
    </w:p>
    <w:tbl>
      <w:tblPr>
        <w:tblW w:w="9551" w:type="dxa"/>
        <w:tblInd w:w="188" w:type="dxa"/>
        <w:tblBorders>
          <w:top w:val="single" w:sz="2" w:space="0" w:color="333333"/>
          <w:left w:val="single" w:sz="2" w:space="0" w:color="333333"/>
          <w:bottom w:val="single" w:sz="2" w:space="0" w:color="333333"/>
          <w:right w:val="single" w:sz="2" w:space="0" w:color="333333"/>
          <w:insideH w:val="single" w:sz="2" w:space="0" w:color="333333"/>
          <w:insideV w:val="single" w:sz="2" w:space="0" w:color="333333"/>
        </w:tblBorders>
        <w:tblLayout w:type="fixed"/>
        <w:tblLook w:val="0000" w:firstRow="0" w:lastRow="0" w:firstColumn="0" w:lastColumn="0" w:noHBand="0" w:noVBand="0"/>
      </w:tblPr>
      <w:tblGrid>
        <w:gridCol w:w="3181"/>
        <w:gridCol w:w="6370"/>
      </w:tblGrid>
      <w:tr w:rsidR="003A2D48" w:rsidRPr="0084114A" w14:paraId="6F3BA11A" w14:textId="77777777" w:rsidTr="002966C7">
        <w:trPr>
          <w:trHeight w:val="260"/>
        </w:trPr>
        <w:tc>
          <w:tcPr>
            <w:tcW w:w="9551" w:type="dxa"/>
            <w:gridSpan w:val="2"/>
            <w:shd w:val="clear" w:color="auto" w:fill="EAD75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C3D127" w14:textId="77777777" w:rsidR="003A2D48" w:rsidRPr="0084114A" w:rsidRDefault="003A2D48" w:rsidP="002966C7">
            <w:pPr>
              <w:pStyle w:val="Tableheader"/>
              <w:rPr>
                <w:rFonts w:ascii="Helvetica" w:eastAsia="Arial Unicode MS" w:hAnsi="Helvetica" w:cs="Arial Unicode MS"/>
                <w:b/>
                <w:color w:val="818180" w:themeColor="text1" w:themeTint="BF"/>
              </w:rPr>
            </w:pPr>
            <w:r w:rsidRPr="0084114A">
              <w:rPr>
                <w:rFonts w:ascii="Helvetica" w:eastAsia="Arial Unicode MS" w:hAnsi="Helvetica" w:cs="Arial Unicode MS"/>
                <w:b/>
                <w:color w:val="818180" w:themeColor="text1" w:themeTint="BF"/>
              </w:rPr>
              <w:t>FURTHER CONSIDERATIONS</w:t>
            </w:r>
          </w:p>
        </w:tc>
      </w:tr>
      <w:tr w:rsidR="003A2D48" w:rsidRPr="0084114A" w14:paraId="145F4F99" w14:textId="77777777" w:rsidTr="002966C7">
        <w:trPr>
          <w:trHeight w:val="260"/>
        </w:trPr>
        <w:tc>
          <w:tcPr>
            <w:tcW w:w="318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A05DC7" w14:textId="77777777" w:rsidR="003A2D48" w:rsidRPr="0084114A" w:rsidRDefault="003A2D48" w:rsidP="002966C7">
            <w:pPr>
              <w:rPr>
                <w:rFonts w:ascii="Helvetica" w:eastAsia="Helvetica" w:hAnsi="Helvetica"/>
                <w:b/>
                <w:sz w:val="20"/>
                <w:szCs w:val="20"/>
              </w:rPr>
            </w:pPr>
            <w:r w:rsidRPr="0084114A">
              <w:rPr>
                <w:rFonts w:ascii="Helvetica" w:eastAsia="Helvetica" w:hAnsi="Helvetica"/>
                <w:b/>
                <w:sz w:val="20"/>
                <w:szCs w:val="20"/>
              </w:rPr>
              <w:t xml:space="preserve">Suggested format(s): </w:t>
            </w:r>
          </w:p>
          <w:p w14:paraId="6C3A7488" w14:textId="77777777" w:rsidR="003A2D48" w:rsidRPr="0084114A" w:rsidRDefault="003A2D48" w:rsidP="002966C7">
            <w:pPr>
              <w:rPr>
                <w:rFonts w:ascii="Helvetica" w:eastAsia="Helvetica" w:hAnsi="Helvetica"/>
                <w:i/>
                <w:sz w:val="20"/>
                <w:szCs w:val="20"/>
              </w:rPr>
            </w:pPr>
            <w:r w:rsidRPr="0084114A">
              <w:rPr>
                <w:rFonts w:ascii="Helvetica" w:eastAsia="Helvetica" w:hAnsi="Helvetica"/>
                <w:i/>
                <w:sz w:val="20"/>
                <w:szCs w:val="20"/>
              </w:rPr>
              <w:t>Print, online, animation, film, banner, event, etc.</w:t>
            </w:r>
          </w:p>
        </w:tc>
        <w:tc>
          <w:tcPr>
            <w:tcW w:w="6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956C10" w14:textId="77777777" w:rsidR="003A2D48" w:rsidRPr="0084114A" w:rsidRDefault="003A2D48" w:rsidP="002966C7">
            <w:pPr>
              <w:rPr>
                <w:rFonts w:ascii="Helvetica" w:hAnsi="Helvetica"/>
                <w:b/>
                <w:sz w:val="20"/>
                <w:szCs w:val="20"/>
              </w:rPr>
            </w:pPr>
          </w:p>
        </w:tc>
      </w:tr>
      <w:tr w:rsidR="003A2D48" w:rsidRPr="0084114A" w14:paraId="0001E6A4" w14:textId="77777777" w:rsidTr="002966C7">
        <w:trPr>
          <w:trHeight w:val="260"/>
        </w:trPr>
        <w:tc>
          <w:tcPr>
            <w:tcW w:w="318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7D5363" w14:textId="77777777" w:rsidR="003A2D48" w:rsidRPr="0084114A" w:rsidRDefault="003A2D48" w:rsidP="002966C7">
            <w:pPr>
              <w:rPr>
                <w:rFonts w:ascii="Helvetica" w:eastAsia="Helvetica" w:hAnsi="Helvetica"/>
                <w:b/>
                <w:sz w:val="20"/>
                <w:szCs w:val="20"/>
              </w:rPr>
            </w:pPr>
            <w:r w:rsidRPr="0084114A">
              <w:rPr>
                <w:rFonts w:ascii="Helvetica" w:eastAsia="Helvetica" w:hAnsi="Helvetica"/>
                <w:b/>
                <w:sz w:val="20"/>
                <w:szCs w:val="20"/>
              </w:rPr>
              <w:t xml:space="preserve">Quantity required: </w:t>
            </w:r>
          </w:p>
        </w:tc>
        <w:tc>
          <w:tcPr>
            <w:tcW w:w="6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4B64A" w14:textId="77777777" w:rsidR="003A2D48" w:rsidRPr="0084114A" w:rsidRDefault="003A2D48" w:rsidP="002966C7">
            <w:pPr>
              <w:rPr>
                <w:rFonts w:ascii="Helvetica" w:hAnsi="Helvetica"/>
                <w:b/>
                <w:sz w:val="20"/>
                <w:szCs w:val="20"/>
              </w:rPr>
            </w:pPr>
          </w:p>
        </w:tc>
      </w:tr>
      <w:tr w:rsidR="003A2D48" w:rsidRPr="0084114A" w14:paraId="29807466" w14:textId="77777777" w:rsidTr="002966C7">
        <w:trPr>
          <w:trHeight w:val="260"/>
        </w:trPr>
        <w:tc>
          <w:tcPr>
            <w:tcW w:w="318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F9C611" w14:textId="77777777" w:rsidR="003A2D48" w:rsidRPr="0084114A" w:rsidRDefault="003A2D48" w:rsidP="002966C7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BrownStd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84114A">
              <w:rPr>
                <w:rFonts w:ascii="Helvetica" w:hAnsi="Helvetica" w:cs="BrownStd"/>
                <w:b/>
                <w:bCs/>
                <w:color w:val="000000"/>
                <w:sz w:val="20"/>
                <w:szCs w:val="20"/>
                <w:lang w:val="en-US"/>
              </w:rPr>
              <w:t xml:space="preserve">Does the job need to follow brand guidelines? </w:t>
            </w:r>
          </w:p>
          <w:p w14:paraId="003065A1" w14:textId="77777777" w:rsidR="003A2D48" w:rsidRPr="0084114A" w:rsidRDefault="003A2D48" w:rsidP="002966C7">
            <w:pPr>
              <w:rPr>
                <w:rFonts w:ascii="Helvetica" w:eastAsia="Helvetica" w:hAnsi="Helvetica"/>
                <w:i/>
                <w:color w:val="818180" w:themeColor="text1" w:themeTint="BF"/>
                <w:sz w:val="20"/>
                <w:szCs w:val="20"/>
              </w:rPr>
            </w:pPr>
            <w:r w:rsidRPr="0084114A">
              <w:rPr>
                <w:rFonts w:ascii="Helvetica" w:hAnsi="Helvetica" w:cs="BrownStd"/>
                <w:bCs/>
                <w:i/>
                <w:color w:val="818180" w:themeColor="text1" w:themeTint="BF"/>
                <w:sz w:val="20"/>
                <w:szCs w:val="20"/>
                <w:lang w:val="en-US"/>
              </w:rPr>
              <w:t>If so, please supply a copy with this briefing form.</w:t>
            </w:r>
          </w:p>
        </w:tc>
        <w:tc>
          <w:tcPr>
            <w:tcW w:w="6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77E98" w14:textId="77777777" w:rsidR="003A2D48" w:rsidRPr="0084114A" w:rsidRDefault="003A2D48" w:rsidP="002966C7">
            <w:pPr>
              <w:rPr>
                <w:rFonts w:ascii="Helvetica" w:hAnsi="Helvetica"/>
                <w:b/>
                <w:sz w:val="20"/>
                <w:szCs w:val="20"/>
              </w:rPr>
            </w:pPr>
          </w:p>
        </w:tc>
      </w:tr>
      <w:tr w:rsidR="003A2D48" w:rsidRPr="0084114A" w14:paraId="1B6F25FF" w14:textId="77777777" w:rsidTr="002966C7">
        <w:trPr>
          <w:trHeight w:val="538"/>
        </w:trPr>
        <w:tc>
          <w:tcPr>
            <w:tcW w:w="318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E337D" w14:textId="77777777" w:rsidR="003A2D48" w:rsidRPr="0084114A" w:rsidRDefault="003A2D48" w:rsidP="002966C7">
            <w:pPr>
              <w:rPr>
                <w:rFonts w:ascii="Helvetica" w:eastAsia="Helvetica" w:hAnsi="Helvetica"/>
                <w:b/>
                <w:sz w:val="20"/>
                <w:szCs w:val="20"/>
              </w:rPr>
            </w:pPr>
            <w:r w:rsidRPr="0084114A">
              <w:rPr>
                <w:rFonts w:ascii="Helvetica" w:eastAsia="Helvetica" w:hAnsi="Helvetica"/>
                <w:b/>
                <w:sz w:val="20"/>
                <w:szCs w:val="20"/>
              </w:rPr>
              <w:t xml:space="preserve">How is this piece of work </w:t>
            </w:r>
            <w:r w:rsidRPr="0084114A">
              <w:rPr>
                <w:rFonts w:ascii="Helvetica" w:eastAsia="Helvetica" w:hAnsi="Helvetica"/>
                <w:b/>
                <w:sz w:val="20"/>
                <w:szCs w:val="20"/>
              </w:rPr>
              <w:br/>
              <w:t>going to be used?</w:t>
            </w:r>
          </w:p>
        </w:tc>
        <w:tc>
          <w:tcPr>
            <w:tcW w:w="63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0A125D" w14:textId="77777777" w:rsidR="003A2D48" w:rsidRPr="0084114A" w:rsidRDefault="003A2D48" w:rsidP="002966C7">
            <w:pPr>
              <w:rPr>
                <w:rFonts w:ascii="Helvetica" w:hAnsi="Helvetica"/>
                <w:b/>
                <w:sz w:val="20"/>
                <w:szCs w:val="20"/>
              </w:rPr>
            </w:pPr>
          </w:p>
        </w:tc>
      </w:tr>
    </w:tbl>
    <w:p w14:paraId="1211618F" w14:textId="77777777" w:rsidR="003A2D48" w:rsidRPr="0084114A" w:rsidRDefault="003A2D48" w:rsidP="003A2D48">
      <w:pPr>
        <w:rPr>
          <w:rFonts w:ascii="Helvetica" w:hAnsi="Helvetica"/>
          <w:sz w:val="20"/>
          <w:szCs w:val="20"/>
        </w:rPr>
      </w:pPr>
    </w:p>
    <w:tbl>
      <w:tblPr>
        <w:tblW w:w="0" w:type="auto"/>
        <w:tblInd w:w="188" w:type="dxa"/>
        <w:tblBorders>
          <w:top w:val="single" w:sz="8" w:space="0" w:color="333333"/>
          <w:left w:val="single" w:sz="8" w:space="0" w:color="333333"/>
          <w:bottom w:val="single" w:sz="8" w:space="0" w:color="333333"/>
          <w:right w:val="single" w:sz="8" w:space="0" w:color="333333"/>
          <w:insideH w:val="single" w:sz="8" w:space="0" w:color="333333"/>
          <w:insideV w:val="single" w:sz="8" w:space="0" w:color="333333"/>
        </w:tblBorders>
        <w:tblLayout w:type="fixed"/>
        <w:tblLook w:val="0000" w:firstRow="0" w:lastRow="0" w:firstColumn="0" w:lastColumn="0" w:noHBand="0" w:noVBand="0"/>
      </w:tblPr>
      <w:tblGrid>
        <w:gridCol w:w="3173"/>
        <w:gridCol w:w="6378"/>
      </w:tblGrid>
      <w:tr w:rsidR="003A2D48" w:rsidRPr="0084114A" w14:paraId="6D04123D" w14:textId="77777777" w:rsidTr="002966C7">
        <w:trPr>
          <w:trHeight w:val="260"/>
        </w:trPr>
        <w:tc>
          <w:tcPr>
            <w:tcW w:w="9551" w:type="dxa"/>
            <w:gridSpan w:val="2"/>
            <w:shd w:val="clear" w:color="auto" w:fill="E2CE4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D86E16" w14:textId="77777777" w:rsidR="003A2D48" w:rsidRPr="0084114A" w:rsidRDefault="003A2D48" w:rsidP="002966C7">
            <w:pPr>
              <w:pStyle w:val="Tableheader"/>
              <w:rPr>
                <w:rFonts w:ascii="Helvetica" w:eastAsia="Arial Unicode MS" w:hAnsi="Helvetica" w:cs="Arial Unicode MS"/>
                <w:b/>
                <w:color w:val="818180" w:themeColor="text1" w:themeTint="BF"/>
              </w:rPr>
            </w:pPr>
            <w:r w:rsidRPr="0084114A">
              <w:rPr>
                <w:rFonts w:ascii="Helvetica" w:eastAsia="Arial Unicode MS" w:hAnsi="Helvetica" w:cs="Arial Unicode MS"/>
                <w:b/>
                <w:color w:val="818180" w:themeColor="text1" w:themeTint="BF"/>
              </w:rPr>
              <w:t>PRINT</w:t>
            </w:r>
          </w:p>
        </w:tc>
      </w:tr>
      <w:tr w:rsidR="003A2D48" w:rsidRPr="0084114A" w14:paraId="736CD48B" w14:textId="77777777" w:rsidTr="002966C7">
        <w:trPr>
          <w:trHeight w:val="190"/>
        </w:trPr>
        <w:tc>
          <w:tcPr>
            <w:tcW w:w="31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3C9C9B" w14:textId="77777777" w:rsidR="003A2D48" w:rsidRPr="0084114A" w:rsidRDefault="003A2D48" w:rsidP="002966C7">
            <w:pPr>
              <w:rPr>
                <w:rFonts w:ascii="Helvetica" w:hAnsi="Helvetica"/>
                <w:i/>
                <w:color w:val="818180" w:themeColor="text1" w:themeTint="BF"/>
                <w:sz w:val="20"/>
                <w:szCs w:val="20"/>
              </w:rPr>
            </w:pPr>
            <w:r w:rsidRPr="0084114A">
              <w:rPr>
                <w:rFonts w:ascii="Helvetica" w:hAnsi="Helvetica"/>
                <w:b/>
                <w:sz w:val="20"/>
                <w:szCs w:val="20"/>
              </w:rPr>
              <w:t>Quantity required</w:t>
            </w:r>
          </w:p>
        </w:tc>
        <w:tc>
          <w:tcPr>
            <w:tcW w:w="637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50B642" w14:textId="77777777" w:rsidR="003A2D48" w:rsidRPr="0084114A" w:rsidRDefault="003A2D48" w:rsidP="002966C7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3A2D48" w:rsidRPr="0084114A" w14:paraId="5C644AE2" w14:textId="77777777" w:rsidTr="002966C7">
        <w:trPr>
          <w:trHeight w:val="568"/>
        </w:trPr>
        <w:tc>
          <w:tcPr>
            <w:tcW w:w="31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2DF25" w14:textId="77777777" w:rsidR="003A2D48" w:rsidRPr="0084114A" w:rsidRDefault="003A2D48" w:rsidP="002966C7">
            <w:pPr>
              <w:rPr>
                <w:rFonts w:ascii="Helvetica" w:eastAsia="Helvetica" w:hAnsi="Helvetica"/>
                <w:b/>
                <w:sz w:val="20"/>
                <w:szCs w:val="20"/>
              </w:rPr>
            </w:pPr>
            <w:r w:rsidRPr="0084114A">
              <w:rPr>
                <w:rFonts w:ascii="Helvetica" w:eastAsia="Helvetica" w:hAnsi="Helvetica"/>
                <w:b/>
                <w:sz w:val="20"/>
                <w:szCs w:val="20"/>
              </w:rPr>
              <w:t>Delivery address and contact name</w:t>
            </w:r>
          </w:p>
        </w:tc>
        <w:tc>
          <w:tcPr>
            <w:tcW w:w="637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751A7" w14:textId="77777777" w:rsidR="003A2D48" w:rsidRPr="0084114A" w:rsidRDefault="003A2D48" w:rsidP="002966C7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3A2D48" w:rsidRPr="0084114A" w14:paraId="382BE7C6" w14:textId="77777777" w:rsidTr="002966C7">
        <w:trPr>
          <w:trHeight w:val="260"/>
        </w:trPr>
        <w:tc>
          <w:tcPr>
            <w:tcW w:w="9551" w:type="dxa"/>
            <w:gridSpan w:val="2"/>
            <w:shd w:val="clear" w:color="auto" w:fill="E2CE4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9AA6E" w14:textId="77777777" w:rsidR="003A2D48" w:rsidRPr="0084114A" w:rsidRDefault="003A2D48" w:rsidP="002966C7">
            <w:pPr>
              <w:pStyle w:val="Tableheader"/>
              <w:rPr>
                <w:rFonts w:ascii="Helvetica" w:eastAsia="Arial Unicode MS" w:hAnsi="Helvetica" w:cs="Arial Unicode MS"/>
                <w:b/>
                <w:color w:val="818180" w:themeColor="text1" w:themeTint="BF"/>
              </w:rPr>
            </w:pPr>
            <w:r w:rsidRPr="0084114A">
              <w:rPr>
                <w:rFonts w:ascii="Helvetica" w:eastAsia="Arial Unicode MS" w:hAnsi="Helvetica" w:cs="Arial Unicode MS"/>
                <w:b/>
                <w:color w:val="818180" w:themeColor="text1" w:themeTint="BF"/>
              </w:rPr>
              <w:t>CONTENT</w:t>
            </w:r>
          </w:p>
        </w:tc>
      </w:tr>
      <w:tr w:rsidR="003A2D48" w:rsidRPr="0084114A" w14:paraId="394BF489" w14:textId="77777777" w:rsidTr="002966C7">
        <w:trPr>
          <w:trHeight w:val="416"/>
        </w:trPr>
        <w:tc>
          <w:tcPr>
            <w:tcW w:w="31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67580C" w14:textId="77777777" w:rsidR="003A2D48" w:rsidRPr="0084114A" w:rsidRDefault="003A2D48" w:rsidP="002966C7">
            <w:pPr>
              <w:rPr>
                <w:rFonts w:ascii="Helvetica" w:hAnsi="Helvetica"/>
                <w:b/>
                <w:sz w:val="20"/>
                <w:szCs w:val="20"/>
              </w:rPr>
            </w:pPr>
            <w:r w:rsidRPr="0084114A">
              <w:rPr>
                <w:rFonts w:ascii="Helvetica" w:hAnsi="Helvetica"/>
                <w:b/>
                <w:sz w:val="20"/>
                <w:szCs w:val="20"/>
              </w:rPr>
              <w:t>Content outline/plan:</w:t>
            </w:r>
          </w:p>
          <w:p w14:paraId="22A971EB" w14:textId="77777777" w:rsidR="003A2D48" w:rsidRPr="0084114A" w:rsidRDefault="003A2D48" w:rsidP="002966C7">
            <w:pPr>
              <w:rPr>
                <w:rFonts w:ascii="Helvetica" w:hAnsi="Helvetica"/>
                <w:i/>
                <w:color w:val="818180" w:themeColor="text1" w:themeTint="BF"/>
                <w:sz w:val="20"/>
                <w:szCs w:val="20"/>
              </w:rPr>
            </w:pPr>
            <w:r w:rsidRPr="0084114A">
              <w:rPr>
                <w:rFonts w:ascii="Helvetica" w:hAnsi="Helvetica" w:cs="BrownStd"/>
                <w:bCs/>
                <w:i/>
                <w:color w:val="818180" w:themeColor="text1" w:themeTint="BF"/>
                <w:sz w:val="20"/>
                <w:szCs w:val="20"/>
                <w:lang w:val="en-US"/>
              </w:rPr>
              <w:t xml:space="preserve">Please provide broad content outline, number of pages, sections etc. and any existing written content and </w:t>
            </w:r>
            <w:r w:rsidRPr="0084114A">
              <w:rPr>
                <w:rFonts w:ascii="Helvetica" w:hAnsi="Helvetica"/>
                <w:i/>
                <w:color w:val="818180" w:themeColor="text1" w:themeTint="BF"/>
                <w:sz w:val="20"/>
                <w:szCs w:val="20"/>
              </w:rPr>
              <w:t>relevant web / email links</w:t>
            </w:r>
          </w:p>
        </w:tc>
        <w:tc>
          <w:tcPr>
            <w:tcW w:w="637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A540F2" w14:textId="77777777" w:rsidR="003A2D48" w:rsidRDefault="003A2D48" w:rsidP="002966C7">
            <w:pPr>
              <w:rPr>
                <w:rFonts w:ascii="Helvetica" w:hAnsi="Helvetica"/>
                <w:sz w:val="20"/>
                <w:szCs w:val="20"/>
              </w:rPr>
            </w:pPr>
          </w:p>
          <w:p w14:paraId="1AB96E77" w14:textId="77777777" w:rsidR="007721FC" w:rsidRDefault="007721FC" w:rsidP="002966C7">
            <w:pPr>
              <w:rPr>
                <w:rFonts w:ascii="Helvetica" w:hAnsi="Helvetica"/>
                <w:sz w:val="20"/>
                <w:szCs w:val="20"/>
              </w:rPr>
            </w:pPr>
          </w:p>
          <w:p w14:paraId="56CF8A18" w14:textId="77777777" w:rsidR="007721FC" w:rsidRDefault="007721FC" w:rsidP="002966C7">
            <w:pPr>
              <w:rPr>
                <w:rFonts w:ascii="Helvetica" w:hAnsi="Helvetica"/>
                <w:sz w:val="20"/>
                <w:szCs w:val="20"/>
              </w:rPr>
            </w:pPr>
          </w:p>
          <w:p w14:paraId="72F1A3C4" w14:textId="77777777" w:rsidR="007721FC" w:rsidRDefault="007721FC" w:rsidP="002966C7">
            <w:pPr>
              <w:rPr>
                <w:rFonts w:ascii="Helvetica" w:hAnsi="Helvetica"/>
                <w:sz w:val="20"/>
                <w:szCs w:val="20"/>
              </w:rPr>
            </w:pPr>
          </w:p>
          <w:p w14:paraId="3B24895E" w14:textId="77777777" w:rsidR="007721FC" w:rsidRDefault="007721FC" w:rsidP="002966C7">
            <w:pPr>
              <w:rPr>
                <w:rFonts w:ascii="Helvetica" w:hAnsi="Helvetica"/>
                <w:sz w:val="20"/>
                <w:szCs w:val="20"/>
              </w:rPr>
            </w:pPr>
          </w:p>
          <w:p w14:paraId="03B6BC09" w14:textId="77777777" w:rsidR="007721FC" w:rsidRDefault="007721FC" w:rsidP="002966C7">
            <w:pPr>
              <w:rPr>
                <w:rFonts w:ascii="Helvetica" w:hAnsi="Helvetica"/>
                <w:sz w:val="20"/>
                <w:szCs w:val="20"/>
              </w:rPr>
            </w:pPr>
          </w:p>
          <w:p w14:paraId="1458536E" w14:textId="77777777" w:rsidR="007721FC" w:rsidRDefault="007721FC" w:rsidP="002966C7">
            <w:pPr>
              <w:rPr>
                <w:rFonts w:ascii="Helvetica" w:hAnsi="Helvetica"/>
                <w:sz w:val="20"/>
                <w:szCs w:val="20"/>
              </w:rPr>
            </w:pPr>
          </w:p>
          <w:p w14:paraId="1B85523E" w14:textId="77777777" w:rsidR="007721FC" w:rsidRDefault="007721FC" w:rsidP="002966C7">
            <w:pPr>
              <w:rPr>
                <w:rFonts w:ascii="Helvetica" w:hAnsi="Helvetica"/>
                <w:sz w:val="20"/>
                <w:szCs w:val="20"/>
              </w:rPr>
            </w:pPr>
          </w:p>
          <w:p w14:paraId="598408A1" w14:textId="77777777" w:rsidR="007721FC" w:rsidRPr="0084114A" w:rsidRDefault="007721FC" w:rsidP="002966C7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3A2D48" w:rsidRPr="0084114A" w14:paraId="5A266883" w14:textId="77777777" w:rsidTr="002966C7">
        <w:trPr>
          <w:trHeight w:val="260"/>
        </w:trPr>
        <w:tc>
          <w:tcPr>
            <w:tcW w:w="31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F102C3" w14:textId="77777777" w:rsidR="003A2D48" w:rsidRPr="0084114A" w:rsidRDefault="003A2D48" w:rsidP="002966C7">
            <w:pPr>
              <w:rPr>
                <w:rFonts w:ascii="Helvetica" w:eastAsia="Helvetica" w:hAnsi="Helvetica"/>
                <w:i/>
                <w:sz w:val="20"/>
                <w:szCs w:val="20"/>
              </w:rPr>
            </w:pPr>
            <w:r w:rsidRPr="0084114A">
              <w:rPr>
                <w:rFonts w:ascii="Helvetica" w:eastAsia="Helvetica" w:hAnsi="Helvetica"/>
                <w:b/>
                <w:sz w:val="20"/>
                <w:szCs w:val="20"/>
              </w:rPr>
              <w:t>Type of imagery:</w:t>
            </w:r>
            <w:r w:rsidRPr="0084114A">
              <w:rPr>
                <w:rFonts w:ascii="Helvetica" w:eastAsia="Helvetica" w:hAnsi="Helvetica"/>
                <w:sz w:val="20"/>
                <w:szCs w:val="20"/>
              </w:rPr>
              <w:br/>
            </w:r>
            <w:r w:rsidRPr="0084114A">
              <w:rPr>
                <w:rFonts w:ascii="Helvetica" w:eastAsia="Helvetica" w:hAnsi="Helvetica"/>
                <w:i/>
                <w:sz w:val="20"/>
                <w:szCs w:val="20"/>
              </w:rPr>
              <w:t xml:space="preserve"> i.e. photos, illustrations, data</w:t>
            </w:r>
          </w:p>
        </w:tc>
        <w:tc>
          <w:tcPr>
            <w:tcW w:w="637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03C843" w14:textId="77777777" w:rsidR="003A2D48" w:rsidRPr="0084114A" w:rsidRDefault="003A2D48" w:rsidP="002966C7">
            <w:pPr>
              <w:rPr>
                <w:rFonts w:ascii="Helvetica" w:hAnsi="Helvetica" w:cs="Arial"/>
                <w:sz w:val="20"/>
                <w:szCs w:val="20"/>
              </w:rPr>
            </w:pPr>
          </w:p>
        </w:tc>
      </w:tr>
      <w:tr w:rsidR="003A2D48" w:rsidRPr="0084114A" w14:paraId="4676C7FB" w14:textId="77777777" w:rsidTr="002966C7">
        <w:trPr>
          <w:trHeight w:val="260"/>
        </w:trPr>
        <w:tc>
          <w:tcPr>
            <w:tcW w:w="31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44FF2" w14:textId="77777777" w:rsidR="003A2D48" w:rsidRPr="0084114A" w:rsidRDefault="003A2D48" w:rsidP="002966C7">
            <w:pPr>
              <w:rPr>
                <w:rFonts w:ascii="Helvetica" w:eastAsia="Helvetica" w:hAnsi="Helvetica"/>
                <w:b/>
                <w:sz w:val="20"/>
                <w:szCs w:val="20"/>
              </w:rPr>
            </w:pPr>
            <w:r w:rsidRPr="0084114A">
              <w:rPr>
                <w:rFonts w:ascii="Helvetica" w:eastAsia="Helvetica" w:hAnsi="Helvetica"/>
                <w:b/>
                <w:sz w:val="20"/>
                <w:szCs w:val="20"/>
              </w:rPr>
              <w:t>Who is supplying imagery?</w:t>
            </w:r>
          </w:p>
        </w:tc>
        <w:tc>
          <w:tcPr>
            <w:tcW w:w="637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FBAF0A" w14:textId="77777777" w:rsidR="003A2D48" w:rsidRPr="0084114A" w:rsidRDefault="003A2D48" w:rsidP="002966C7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3A2D48" w:rsidRPr="0084114A" w14:paraId="6CCCCF37" w14:textId="77777777" w:rsidTr="002966C7">
        <w:trPr>
          <w:trHeight w:val="260"/>
        </w:trPr>
        <w:tc>
          <w:tcPr>
            <w:tcW w:w="31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E2CE9C" w14:textId="77777777" w:rsidR="003A2D48" w:rsidRPr="0084114A" w:rsidRDefault="003A2D48" w:rsidP="002966C7">
            <w:pPr>
              <w:rPr>
                <w:rFonts w:ascii="Helvetica" w:eastAsia="Helvetica" w:hAnsi="Helvetica"/>
                <w:b/>
                <w:sz w:val="20"/>
                <w:szCs w:val="20"/>
              </w:rPr>
            </w:pPr>
            <w:r w:rsidRPr="0084114A">
              <w:rPr>
                <w:rFonts w:ascii="Helvetica" w:eastAsia="Helvetica" w:hAnsi="Helvetica"/>
                <w:b/>
                <w:sz w:val="20"/>
                <w:szCs w:val="20"/>
              </w:rPr>
              <w:t>Is there a separate budget for photography/ illustration?</w:t>
            </w:r>
          </w:p>
        </w:tc>
        <w:tc>
          <w:tcPr>
            <w:tcW w:w="637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1D1C1F" w14:textId="77777777" w:rsidR="003A2D48" w:rsidRPr="0084114A" w:rsidRDefault="003A2D48" w:rsidP="002966C7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  <w:tr w:rsidR="003A2D48" w:rsidRPr="0084114A" w14:paraId="24A0948E" w14:textId="77777777" w:rsidTr="002966C7">
        <w:trPr>
          <w:trHeight w:val="20"/>
        </w:trPr>
        <w:tc>
          <w:tcPr>
            <w:tcW w:w="317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657DC" w14:textId="77777777" w:rsidR="003A2D48" w:rsidRPr="0084114A" w:rsidRDefault="003A2D48" w:rsidP="002966C7">
            <w:pPr>
              <w:rPr>
                <w:rFonts w:ascii="Helvetica" w:eastAsia="Helvetica" w:hAnsi="Helvetica"/>
                <w:b/>
                <w:sz w:val="20"/>
                <w:szCs w:val="20"/>
              </w:rPr>
            </w:pPr>
            <w:r w:rsidRPr="0084114A">
              <w:rPr>
                <w:rFonts w:ascii="Helvetica" w:eastAsia="Helvetica" w:hAnsi="Helvetica"/>
                <w:b/>
                <w:sz w:val="20"/>
                <w:szCs w:val="20"/>
              </w:rPr>
              <w:t>Logos required:</w:t>
            </w:r>
          </w:p>
          <w:p w14:paraId="27D55589" w14:textId="77777777" w:rsidR="003A2D48" w:rsidRPr="0084114A" w:rsidRDefault="003A2D48" w:rsidP="002966C7">
            <w:pPr>
              <w:rPr>
                <w:rFonts w:ascii="Helvetica" w:eastAsia="Helvetica" w:hAnsi="Helvetica"/>
                <w:i/>
                <w:color w:val="818180" w:themeColor="text1" w:themeTint="BF"/>
                <w:sz w:val="20"/>
                <w:szCs w:val="20"/>
              </w:rPr>
            </w:pPr>
            <w:r w:rsidRPr="0084114A">
              <w:rPr>
                <w:rFonts w:ascii="Helvetica" w:hAnsi="Helvetica" w:cs="BrownStd"/>
                <w:bCs/>
                <w:i/>
                <w:color w:val="818180" w:themeColor="text1" w:themeTint="BF"/>
                <w:sz w:val="20"/>
                <w:szCs w:val="20"/>
                <w:lang w:val="en-US"/>
              </w:rPr>
              <w:t>Please list, and supply both vector EPS and PNG files of logos.</w:t>
            </w:r>
          </w:p>
        </w:tc>
        <w:tc>
          <w:tcPr>
            <w:tcW w:w="637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3F2E9A" w14:textId="77777777" w:rsidR="003A2D48" w:rsidRPr="0084114A" w:rsidRDefault="003A2D48" w:rsidP="002966C7">
            <w:pPr>
              <w:rPr>
                <w:rFonts w:ascii="Helvetica" w:hAnsi="Helvetica"/>
                <w:sz w:val="20"/>
                <w:szCs w:val="20"/>
              </w:rPr>
            </w:pPr>
          </w:p>
          <w:p w14:paraId="18EBAEE0" w14:textId="77777777" w:rsidR="003A2D48" w:rsidRPr="0084114A" w:rsidRDefault="003A2D48" w:rsidP="002966C7">
            <w:pPr>
              <w:rPr>
                <w:rFonts w:ascii="Helvetica" w:hAnsi="Helvetica"/>
                <w:sz w:val="20"/>
                <w:szCs w:val="20"/>
              </w:rPr>
            </w:pPr>
          </w:p>
        </w:tc>
      </w:tr>
    </w:tbl>
    <w:p w14:paraId="3F6FC282" w14:textId="77777777" w:rsidR="003A2D48" w:rsidRPr="0084114A" w:rsidRDefault="003A2D48" w:rsidP="003A2D48">
      <w:pPr>
        <w:rPr>
          <w:rFonts w:ascii="Helvetica" w:hAnsi="Helvetica"/>
          <w:sz w:val="20"/>
          <w:szCs w:val="20"/>
        </w:rPr>
      </w:pPr>
    </w:p>
    <w:tbl>
      <w:tblPr>
        <w:tblW w:w="9555" w:type="dxa"/>
        <w:tblInd w:w="184" w:type="dxa"/>
        <w:tblBorders>
          <w:top w:val="single" w:sz="2" w:space="0" w:color="333333"/>
          <w:left w:val="single" w:sz="2" w:space="0" w:color="333333"/>
          <w:bottom w:val="single" w:sz="2" w:space="0" w:color="333333"/>
          <w:right w:val="single" w:sz="2" w:space="0" w:color="333333"/>
          <w:insideH w:val="single" w:sz="2" w:space="0" w:color="333333"/>
          <w:insideV w:val="single" w:sz="2" w:space="0" w:color="333333"/>
        </w:tblBorders>
        <w:tblLayout w:type="fixed"/>
        <w:tblLook w:val="0000" w:firstRow="0" w:lastRow="0" w:firstColumn="0" w:lastColumn="0" w:noHBand="0" w:noVBand="0"/>
      </w:tblPr>
      <w:tblGrid>
        <w:gridCol w:w="9555"/>
      </w:tblGrid>
      <w:tr w:rsidR="003A2D48" w:rsidRPr="0084114A" w14:paraId="52376768" w14:textId="77777777" w:rsidTr="002966C7">
        <w:trPr>
          <w:trHeight w:val="260"/>
        </w:trPr>
        <w:tc>
          <w:tcPr>
            <w:tcW w:w="9555" w:type="dxa"/>
            <w:shd w:val="clear" w:color="auto" w:fill="EAD75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5D489" w14:textId="77777777" w:rsidR="003A2D48" w:rsidRPr="0084114A" w:rsidRDefault="003A2D48" w:rsidP="002966C7">
            <w:pPr>
              <w:pStyle w:val="Tableheader"/>
              <w:rPr>
                <w:rFonts w:ascii="Helvetica" w:eastAsia="Arial Unicode MS" w:hAnsi="Helvetica" w:cs="Arial Unicode MS"/>
                <w:b/>
                <w:color w:val="818180" w:themeColor="text1" w:themeTint="BF"/>
              </w:rPr>
            </w:pPr>
            <w:r w:rsidRPr="0084114A">
              <w:rPr>
                <w:rFonts w:ascii="Helvetica" w:eastAsia="Arial Unicode MS" w:hAnsi="Helvetica" w:cs="Arial Unicode MS"/>
                <w:b/>
                <w:color w:val="818180" w:themeColor="text1" w:themeTint="BF"/>
              </w:rPr>
              <w:t>ANYTHING ELSE?</w:t>
            </w:r>
          </w:p>
        </w:tc>
      </w:tr>
      <w:tr w:rsidR="003A2D48" w:rsidRPr="0084114A" w14:paraId="4A0437EA" w14:textId="77777777" w:rsidTr="002966C7">
        <w:trPr>
          <w:trHeight w:val="260"/>
        </w:trPr>
        <w:tc>
          <w:tcPr>
            <w:tcW w:w="955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86E03E" w14:textId="77777777" w:rsidR="003A2D48" w:rsidRPr="0084114A" w:rsidRDefault="003A2D48" w:rsidP="002966C7">
            <w:pPr>
              <w:rPr>
                <w:rFonts w:ascii="Helvetica" w:eastAsia="Helvetica" w:hAnsi="Helvetica"/>
                <w:i/>
                <w:sz w:val="20"/>
                <w:szCs w:val="20"/>
              </w:rPr>
            </w:pPr>
            <w:r w:rsidRPr="0084114A">
              <w:rPr>
                <w:rFonts w:ascii="Helvetica" w:eastAsia="Helvetica" w:hAnsi="Helvetica"/>
                <w:i/>
                <w:sz w:val="20"/>
                <w:szCs w:val="20"/>
              </w:rPr>
              <w:t xml:space="preserve"> </w:t>
            </w:r>
            <w:r w:rsidRPr="0084114A">
              <w:rPr>
                <w:rFonts w:ascii="Helvetica" w:eastAsia="Helvetica" w:hAnsi="Helvetica"/>
                <w:bCs/>
                <w:i/>
                <w:sz w:val="20"/>
                <w:szCs w:val="20"/>
                <w:lang w:val="en-US"/>
              </w:rPr>
              <w:t>Please include any additional information about your project or any details not outlined above</w:t>
            </w:r>
            <w:r w:rsidRPr="0084114A">
              <w:rPr>
                <w:rFonts w:ascii="Helvetica" w:eastAsia="Helvetica" w:hAnsi="Helvetica"/>
                <w:i/>
                <w:sz w:val="20"/>
                <w:szCs w:val="20"/>
              </w:rPr>
              <w:t xml:space="preserve">. </w:t>
            </w:r>
          </w:p>
          <w:p w14:paraId="7B556DBB" w14:textId="77777777" w:rsidR="003A2D48" w:rsidRPr="0084114A" w:rsidRDefault="003A2D48" w:rsidP="002966C7">
            <w:pPr>
              <w:rPr>
                <w:rFonts w:ascii="Helvetica" w:eastAsia="Helvetica" w:hAnsi="Helvetica"/>
                <w:b/>
                <w:sz w:val="20"/>
                <w:szCs w:val="20"/>
              </w:rPr>
            </w:pPr>
          </w:p>
          <w:p w14:paraId="175F9C84" w14:textId="77777777" w:rsidR="003A2D48" w:rsidRPr="0084114A" w:rsidRDefault="003A2D48" w:rsidP="002966C7">
            <w:pPr>
              <w:rPr>
                <w:rFonts w:ascii="Helvetica" w:hAnsi="Helvetica"/>
                <w:b/>
                <w:sz w:val="20"/>
                <w:szCs w:val="20"/>
                <w:lang w:val="en-US"/>
              </w:rPr>
            </w:pPr>
            <w:r w:rsidRPr="0084114A">
              <w:rPr>
                <w:rFonts w:ascii="Helvetica" w:hAnsi="Helvetica"/>
                <w:b/>
                <w:sz w:val="20"/>
                <w:szCs w:val="20"/>
                <w:lang w:val="en-US"/>
              </w:rPr>
              <w:t xml:space="preserve"> </w:t>
            </w:r>
          </w:p>
        </w:tc>
      </w:tr>
    </w:tbl>
    <w:p w14:paraId="1EE1DC2F" w14:textId="77777777" w:rsidR="003A2D48" w:rsidRDefault="003A2D48" w:rsidP="003A2D48">
      <w:pPr>
        <w:rPr>
          <w:rFonts w:ascii="Helvetica" w:hAnsi="Helvetica"/>
          <w:sz w:val="20"/>
          <w:szCs w:val="20"/>
        </w:rPr>
      </w:pPr>
    </w:p>
    <w:p w14:paraId="62CEBD41" w14:textId="707EF0EE" w:rsidR="00B0616F" w:rsidRPr="007721FC" w:rsidRDefault="003A2D48">
      <w:pPr>
        <w:rPr>
          <w:rFonts w:ascii="Helvetica" w:hAnsi="Helvetica"/>
          <w:sz w:val="20"/>
          <w:szCs w:val="20"/>
        </w:rPr>
      </w:pPr>
      <w:r w:rsidRPr="004F4819">
        <w:rPr>
          <w:rFonts w:ascii="Avenir LT Std 45 Book" w:hAnsi="Avenir LT Std 45 Book"/>
          <w:noProof/>
          <w:lang w:eastAsia="en-GB"/>
        </w:rPr>
        <w:drawing>
          <wp:anchor distT="0" distB="0" distL="114300" distR="114300" simplePos="0" relativeHeight="251673600" behindDoc="0" locked="0" layoutInCell="1" allowOverlap="1" wp14:anchorId="7DCFF739" wp14:editId="2E4C3E1E">
            <wp:simplePos x="0" y="0"/>
            <wp:positionH relativeFrom="column">
              <wp:posOffset>619125</wp:posOffset>
            </wp:positionH>
            <wp:positionV relativeFrom="paragraph">
              <wp:posOffset>3550920</wp:posOffset>
            </wp:positionV>
            <wp:extent cx="3037205" cy="969010"/>
            <wp:effectExtent l="0" t="0" r="10795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LC Purple logo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7205" cy="96901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bookmarkEnd w:id="0"/>
    </w:p>
    <w:p w14:paraId="303F63F8" w14:textId="77777777" w:rsidR="00AA188B" w:rsidRPr="004F4819" w:rsidRDefault="00B0616F" w:rsidP="00AF501E">
      <w:pPr>
        <w:rPr>
          <w:rFonts w:ascii="Avenir LT Std 45 Book" w:hAnsi="Avenir LT Std 45 Book"/>
        </w:rPr>
      </w:pPr>
      <w:r w:rsidRPr="004F4819">
        <w:rPr>
          <w:rFonts w:ascii="Avenir LT Std 45 Book" w:hAnsi="Avenir LT Std 45 Book"/>
          <w:noProof/>
          <w:lang w:eastAsia="en-GB"/>
        </w:rPr>
        <w:lastRenderedPageBreak/>
        <w:drawing>
          <wp:anchor distT="0" distB="0" distL="114300" distR="114300" simplePos="0" relativeHeight="251670528" behindDoc="0" locked="0" layoutInCell="1" allowOverlap="1" wp14:anchorId="4766EA59" wp14:editId="523932C5">
            <wp:simplePos x="0" y="0"/>
            <wp:positionH relativeFrom="column">
              <wp:posOffset>91440</wp:posOffset>
            </wp:positionH>
            <wp:positionV relativeFrom="paragraph">
              <wp:posOffset>2831465</wp:posOffset>
            </wp:positionV>
            <wp:extent cx="3037205" cy="969010"/>
            <wp:effectExtent l="0" t="0" r="10795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LC Purple logo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7205" cy="96901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F4819">
        <w:rPr>
          <w:rFonts w:ascii="Avenir LT Std 45 Book" w:hAnsi="Avenir LT Std 45 Book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75D929E" wp14:editId="5BCEBC8B">
                <wp:simplePos x="0" y="0"/>
                <wp:positionH relativeFrom="column">
                  <wp:posOffset>-527685</wp:posOffset>
                </wp:positionH>
                <wp:positionV relativeFrom="paragraph">
                  <wp:posOffset>-720090</wp:posOffset>
                </wp:positionV>
                <wp:extent cx="6934835" cy="2745740"/>
                <wp:effectExtent l="0" t="0" r="24765" b="2286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34835" cy="2745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834CA5" w14:textId="77777777" w:rsidR="00B0616F" w:rsidRPr="008A6EAA" w:rsidRDefault="00B0616F" w:rsidP="00B0616F">
                            <w:pPr>
                              <w:rPr>
                                <w:rFonts w:ascii="Avenir LT Std 45 Book" w:hAnsi="Avenir LT Std 45 Book" w:cs="Arial"/>
                                <w:sz w:val="32"/>
                                <w:szCs w:val="32"/>
                                <w:lang w:eastAsia="en-GB"/>
                              </w:rPr>
                            </w:pPr>
                            <w:r w:rsidRPr="008A6EAA">
                              <w:rPr>
                                <w:rFonts w:ascii="Avenir LT Std 45 Book" w:hAnsi="Avenir LT Std 45 Book" w:cs="Arial"/>
                                <w:spacing w:val="-6"/>
                                <w:sz w:val="32"/>
                                <w:szCs w:val="32"/>
                                <w:lang w:eastAsia="en-GB"/>
                              </w:rPr>
                              <w:t>Email:</w:t>
                            </w:r>
                          </w:p>
                          <w:p w14:paraId="24200DEA" w14:textId="77777777" w:rsidR="00B0616F" w:rsidRPr="008A6EAA" w:rsidRDefault="00B0616F" w:rsidP="00B0616F">
                            <w:pPr>
                              <w:spacing w:after="137"/>
                              <w:rPr>
                                <w:rFonts w:ascii="Avenir LT Std 45 Book" w:hAnsi="Avenir LT Std 45 Book" w:cs="Arial"/>
                                <w:sz w:val="32"/>
                                <w:szCs w:val="32"/>
                                <w:lang w:eastAsia="en-GB"/>
                              </w:rPr>
                            </w:pPr>
                            <w:r w:rsidRPr="008A6EAA">
                              <w:rPr>
                                <w:rFonts w:ascii="Avenir LT Std 45 Book" w:hAnsi="Avenir LT Std 45 Book" w:cs="Arial"/>
                                <w:b/>
                                <w:bCs/>
                                <w:spacing w:val="-6"/>
                                <w:sz w:val="32"/>
                                <w:szCs w:val="32"/>
                                <w:lang w:eastAsia="en-GB"/>
                              </w:rPr>
                              <w:t>info@librariesconnected.org.uk</w:t>
                            </w:r>
                          </w:p>
                          <w:p w14:paraId="7CC297C8" w14:textId="77777777" w:rsidR="00B0616F" w:rsidRPr="008A6EAA" w:rsidRDefault="00B0616F" w:rsidP="00B0616F">
                            <w:pPr>
                              <w:rPr>
                                <w:rFonts w:ascii="Avenir LT Std 45 Book" w:hAnsi="Avenir LT Std 45 Book" w:cs="Arial"/>
                                <w:sz w:val="32"/>
                                <w:szCs w:val="32"/>
                                <w:lang w:eastAsia="en-GB"/>
                              </w:rPr>
                            </w:pPr>
                            <w:r w:rsidRPr="008A6EAA">
                              <w:rPr>
                                <w:rFonts w:ascii="Avenir LT Std 45 Book" w:hAnsi="Avenir LT Std 45 Book" w:cs="Arial"/>
                                <w:spacing w:val="-6"/>
                                <w:sz w:val="32"/>
                                <w:szCs w:val="32"/>
                                <w:lang w:eastAsia="en-GB"/>
                              </w:rPr>
                              <w:t>Twitter:</w:t>
                            </w:r>
                          </w:p>
                          <w:p w14:paraId="5045C253" w14:textId="77777777" w:rsidR="00B0616F" w:rsidRPr="008A6EAA" w:rsidRDefault="00B0616F" w:rsidP="00B0616F">
                            <w:pPr>
                              <w:spacing w:after="137"/>
                              <w:rPr>
                                <w:rFonts w:ascii="Avenir LT Std 45 Book" w:hAnsi="Avenir LT Std 45 Book" w:cs="Arial"/>
                                <w:sz w:val="32"/>
                                <w:szCs w:val="32"/>
                                <w:lang w:eastAsia="en-GB"/>
                              </w:rPr>
                            </w:pPr>
                            <w:r w:rsidRPr="008A6EAA">
                              <w:rPr>
                                <w:rFonts w:ascii="Avenir LT Std 45 Book" w:hAnsi="Avenir LT Std 45 Book" w:cs="Arial"/>
                                <w:b/>
                                <w:bCs/>
                                <w:spacing w:val="-6"/>
                                <w:sz w:val="32"/>
                                <w:szCs w:val="32"/>
                                <w:lang w:eastAsia="en-GB"/>
                              </w:rPr>
                              <w:t>@libsconnected</w:t>
                            </w:r>
                          </w:p>
                          <w:p w14:paraId="1F3CCEEF" w14:textId="77777777" w:rsidR="00B0616F" w:rsidRPr="008A6EAA" w:rsidRDefault="00B0616F" w:rsidP="00B0616F">
                            <w:pPr>
                              <w:rPr>
                                <w:rFonts w:ascii="Avenir LT Std 45 Book" w:hAnsi="Avenir LT Std 45 Book" w:cs="Arial"/>
                                <w:sz w:val="32"/>
                                <w:szCs w:val="32"/>
                                <w:lang w:eastAsia="en-GB"/>
                              </w:rPr>
                            </w:pPr>
                            <w:r w:rsidRPr="008A6EAA">
                              <w:rPr>
                                <w:rFonts w:ascii="Avenir LT Std 45 Book" w:hAnsi="Avenir LT Std 45 Book" w:cs="Arial"/>
                                <w:spacing w:val="-6"/>
                                <w:sz w:val="32"/>
                                <w:szCs w:val="32"/>
                                <w:lang w:eastAsia="en-GB"/>
                              </w:rPr>
                              <w:t>Or join our mailing list at:</w:t>
                            </w:r>
                          </w:p>
                          <w:p w14:paraId="7ADB660F" w14:textId="77777777" w:rsidR="00B0616F" w:rsidRPr="008A6EAA" w:rsidRDefault="00B0616F" w:rsidP="00B0616F">
                            <w:pPr>
                              <w:rPr>
                                <w:rFonts w:ascii="Avenir LT Std 45 Book" w:hAnsi="Avenir LT Std 45 Book" w:cs="Arial"/>
                                <w:sz w:val="32"/>
                                <w:szCs w:val="32"/>
                                <w:lang w:eastAsia="en-GB"/>
                              </w:rPr>
                            </w:pPr>
                            <w:r w:rsidRPr="008A6EAA">
                              <w:rPr>
                                <w:rFonts w:ascii="Avenir LT Std 45 Book" w:hAnsi="Avenir LT Std 45 Book" w:cs="Arial"/>
                                <w:b/>
                                <w:bCs/>
                                <w:spacing w:val="-6"/>
                                <w:sz w:val="32"/>
                                <w:szCs w:val="32"/>
                                <w:lang w:eastAsia="en-GB"/>
                              </w:rPr>
                              <w:t>librariesconnected.org.uk/signup</w:t>
                            </w:r>
                          </w:p>
                          <w:p w14:paraId="4DE75957" w14:textId="77777777" w:rsidR="00B0616F" w:rsidRDefault="00B0616F"/>
                        </w:txbxContent>
                      </wps:txbx>
                      <wps:bodyPr rot="0" spcFirstLastPara="0" vertOverflow="overflow" horzOverflow="overflow" vert="horz" wrap="square" lIns="540000" tIns="54000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5D929E" id="Text Box 6" o:spid="_x0000_s1028" type="#_x0000_t202" style="position:absolute;margin-left:-41.55pt;margin-top:-56.65pt;width:546.05pt;height:216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" filled="f" stroked="f">
                <v:textbox inset="15mm,15mm,0,0">
                  <w:txbxContent>
                    <w:p w14:paraId="0C834CA5" w14:textId="77777777" w:rsidR="00B0616F" w:rsidRPr="008A6EAA" w:rsidRDefault="00B0616F" w:rsidP="00B0616F">
                      <w:pPr>
                        <w:rPr>
                          <w:rFonts w:ascii="Avenir LT Std 45 Book" w:hAnsi="Avenir LT Std 45 Book" w:cs="Arial"/>
                          <w:sz w:val="32"/>
                          <w:szCs w:val="32"/>
                          <w:lang w:eastAsia="en-GB"/>
                        </w:rPr>
                      </w:pPr>
                      <w:r w:rsidRPr="008A6EAA">
                        <w:rPr>
                          <w:rFonts w:ascii="Avenir LT Std 45 Book" w:hAnsi="Avenir LT Std 45 Book" w:cs="Arial"/>
                          <w:spacing w:val="-6"/>
                          <w:sz w:val="32"/>
                          <w:szCs w:val="32"/>
                          <w:lang w:eastAsia="en-GB"/>
                        </w:rPr>
                        <w:t>Email:</w:t>
                      </w:r>
                    </w:p>
                    <w:p w14:paraId="24200DEA" w14:textId="77777777" w:rsidR="00B0616F" w:rsidRPr="008A6EAA" w:rsidRDefault="00B0616F" w:rsidP="00B0616F">
                      <w:pPr>
                        <w:spacing w:after="137"/>
                        <w:rPr>
                          <w:rFonts w:ascii="Avenir LT Std 45 Book" w:hAnsi="Avenir LT Std 45 Book" w:cs="Arial"/>
                          <w:sz w:val="32"/>
                          <w:szCs w:val="32"/>
                          <w:lang w:eastAsia="en-GB"/>
                        </w:rPr>
                      </w:pPr>
                      <w:r w:rsidRPr="008A6EAA">
                        <w:rPr>
                          <w:rFonts w:ascii="Avenir LT Std 45 Book" w:hAnsi="Avenir LT Std 45 Book" w:cs="Arial"/>
                          <w:b/>
                          <w:bCs/>
                          <w:spacing w:val="-6"/>
                          <w:sz w:val="32"/>
                          <w:szCs w:val="32"/>
                          <w:lang w:eastAsia="en-GB"/>
                        </w:rPr>
                        <w:t>info@librariesconnected.org.uk</w:t>
                      </w:r>
                    </w:p>
                    <w:p w14:paraId="7CC297C8" w14:textId="77777777" w:rsidR="00B0616F" w:rsidRPr="008A6EAA" w:rsidRDefault="00B0616F" w:rsidP="00B0616F">
                      <w:pPr>
                        <w:rPr>
                          <w:rFonts w:ascii="Avenir LT Std 45 Book" w:hAnsi="Avenir LT Std 45 Book" w:cs="Arial"/>
                          <w:sz w:val="32"/>
                          <w:szCs w:val="32"/>
                          <w:lang w:eastAsia="en-GB"/>
                        </w:rPr>
                      </w:pPr>
                      <w:r w:rsidRPr="008A6EAA">
                        <w:rPr>
                          <w:rFonts w:ascii="Avenir LT Std 45 Book" w:hAnsi="Avenir LT Std 45 Book" w:cs="Arial"/>
                          <w:spacing w:val="-6"/>
                          <w:sz w:val="32"/>
                          <w:szCs w:val="32"/>
                          <w:lang w:eastAsia="en-GB"/>
                        </w:rPr>
                        <w:t>Twitter:</w:t>
                      </w:r>
                    </w:p>
                    <w:p w14:paraId="5045C253" w14:textId="77777777" w:rsidR="00B0616F" w:rsidRPr="008A6EAA" w:rsidRDefault="00B0616F" w:rsidP="00B0616F">
                      <w:pPr>
                        <w:spacing w:after="137"/>
                        <w:rPr>
                          <w:rFonts w:ascii="Avenir LT Std 45 Book" w:hAnsi="Avenir LT Std 45 Book" w:cs="Arial"/>
                          <w:sz w:val="32"/>
                          <w:szCs w:val="32"/>
                          <w:lang w:eastAsia="en-GB"/>
                        </w:rPr>
                      </w:pPr>
                      <w:r w:rsidRPr="008A6EAA">
                        <w:rPr>
                          <w:rFonts w:ascii="Avenir LT Std 45 Book" w:hAnsi="Avenir LT Std 45 Book" w:cs="Arial"/>
                          <w:b/>
                          <w:bCs/>
                          <w:spacing w:val="-6"/>
                          <w:sz w:val="32"/>
                          <w:szCs w:val="32"/>
                          <w:lang w:eastAsia="en-GB"/>
                        </w:rPr>
                        <w:t>@libsconnected</w:t>
                      </w:r>
                    </w:p>
                    <w:p w14:paraId="1F3CCEEF" w14:textId="77777777" w:rsidR="00B0616F" w:rsidRPr="008A6EAA" w:rsidRDefault="00B0616F" w:rsidP="00B0616F">
                      <w:pPr>
                        <w:rPr>
                          <w:rFonts w:ascii="Avenir LT Std 45 Book" w:hAnsi="Avenir LT Std 45 Book" w:cs="Arial"/>
                          <w:sz w:val="32"/>
                          <w:szCs w:val="32"/>
                          <w:lang w:eastAsia="en-GB"/>
                        </w:rPr>
                      </w:pPr>
                      <w:r w:rsidRPr="008A6EAA">
                        <w:rPr>
                          <w:rFonts w:ascii="Avenir LT Std 45 Book" w:hAnsi="Avenir LT Std 45 Book" w:cs="Arial"/>
                          <w:spacing w:val="-6"/>
                          <w:sz w:val="32"/>
                          <w:szCs w:val="32"/>
                          <w:lang w:eastAsia="en-GB"/>
                        </w:rPr>
                        <w:t>Or join our mailing list at:</w:t>
                      </w:r>
                    </w:p>
                    <w:p w14:paraId="7ADB660F" w14:textId="77777777" w:rsidR="00B0616F" w:rsidRPr="008A6EAA" w:rsidRDefault="00B0616F" w:rsidP="00B0616F">
                      <w:pPr>
                        <w:rPr>
                          <w:rFonts w:ascii="Avenir LT Std 45 Book" w:hAnsi="Avenir LT Std 45 Book" w:cs="Arial"/>
                          <w:sz w:val="32"/>
                          <w:szCs w:val="32"/>
                          <w:lang w:eastAsia="en-GB"/>
                        </w:rPr>
                      </w:pPr>
                      <w:r w:rsidRPr="008A6EAA">
                        <w:rPr>
                          <w:rFonts w:ascii="Avenir LT Std 45 Book" w:hAnsi="Avenir LT Std 45 Book" w:cs="Arial"/>
                          <w:b/>
                          <w:bCs/>
                          <w:spacing w:val="-6"/>
                          <w:sz w:val="32"/>
                          <w:szCs w:val="32"/>
                          <w:lang w:eastAsia="en-GB"/>
                        </w:rPr>
                        <w:t>librariesconnected.org.uk/signup</w:t>
                      </w:r>
                    </w:p>
                    <w:p w14:paraId="4DE75957" w14:textId="77777777" w:rsidR="00B0616F" w:rsidRDefault="00B0616F"/>
                  </w:txbxContent>
                </v:textbox>
              </v:shape>
            </w:pict>
          </mc:Fallback>
        </mc:AlternateContent>
      </w:r>
      <w:r w:rsidRPr="004F4819">
        <w:rPr>
          <w:rFonts w:ascii="Avenir LT Std 45 Book" w:hAnsi="Avenir LT Std 45 Book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0" wp14:anchorId="25241829" wp14:editId="74BF9370">
                <wp:simplePos x="0" y="0"/>
                <wp:positionH relativeFrom="column">
                  <wp:posOffset>3291207</wp:posOffset>
                </wp:positionH>
                <wp:positionV relativeFrom="paragraph">
                  <wp:posOffset>6255702</wp:posOffset>
                </wp:positionV>
                <wp:extent cx="3765866" cy="3763982"/>
                <wp:effectExtent l="952" t="0" r="0" b="0"/>
                <wp:wrapNone/>
                <wp:docPr id="5" name="Right Tri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765866" cy="3763982"/>
                        </a:xfrm>
                        <a:prstGeom prst="rtTriangle">
                          <a:avLst/>
                        </a:pr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8D94FD" id="_x0000_t6" coordsize="21600,21600" o:spt="6" path="m0,0l0,21600,21600,21600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5" o:spid="_x0000_s1026" type="#_x0000_t6" style="position:absolute;margin-left:259.15pt;margin-top:492.55pt;width:296.5pt;height:296.4pt;rotation:-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" o:allowoverlap="f" fillcolor="#b8454f [3208]" stroked="f" strokeweight="1pt"/>
            </w:pict>
          </mc:Fallback>
        </mc:AlternateContent>
      </w:r>
      <w:r w:rsidRPr="004F4819">
        <w:rPr>
          <w:rFonts w:ascii="Avenir LT Std 45 Book" w:hAnsi="Avenir LT Std 45 Book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8838E1" wp14:editId="28FB000F">
                <wp:simplePos x="0" y="0"/>
                <wp:positionH relativeFrom="column">
                  <wp:posOffset>-540385</wp:posOffset>
                </wp:positionH>
                <wp:positionV relativeFrom="paragraph">
                  <wp:posOffset>-720090</wp:posOffset>
                </wp:positionV>
                <wp:extent cx="7557120" cy="10746740"/>
                <wp:effectExtent l="0" t="0" r="1270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7120" cy="10746740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1F2873" id="Rectangle 2" o:spid="_x0000_s1026" style="position:absolute;margin-left:-42.55pt;margin-top:-56.65pt;width:595.05pt;height:84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" fillcolor="#fbdaa6 [3209]" stroked="f" strokeweight="1pt"/>
            </w:pict>
          </mc:Fallback>
        </mc:AlternateContent>
      </w:r>
      <w:r w:rsidRPr="004F4819">
        <w:rPr>
          <w:rFonts w:ascii="Avenir LT Std 45 Book" w:hAnsi="Avenir LT Std 45 Book"/>
        </w:rPr>
        <w:t>X</w:t>
      </w:r>
    </w:p>
    <w:sectPr w:rsidR="00AA188B" w:rsidRPr="004F4819" w:rsidSect="00AF501E">
      <w:headerReference w:type="default" r:id="rId13"/>
      <w:footerReference w:type="even" r:id="rId14"/>
      <w:footerReference w:type="default" r:id="rId15"/>
      <w:pgSz w:w="11900" w:h="16840"/>
      <w:pgMar w:top="1134" w:right="851" w:bottom="851" w:left="851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50C92F" w14:textId="77777777" w:rsidR="001E0672" w:rsidRDefault="001E0672" w:rsidP="00292FE8">
      <w:r>
        <w:separator/>
      </w:r>
    </w:p>
  </w:endnote>
  <w:endnote w:type="continuationSeparator" w:id="0">
    <w:p w14:paraId="49199961" w14:textId="77777777" w:rsidR="001E0672" w:rsidRDefault="001E0672" w:rsidP="00292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ownStd-Bold">
    <w:charset w:val="00"/>
    <w:family w:val="auto"/>
    <w:pitch w:val="variable"/>
    <w:sig w:usb0="800000AF" w:usb1="4000206B" w:usb2="00000000" w:usb3="00000000" w:csb0="00000001" w:csb1="00000000"/>
  </w:font>
  <w:font w:name="Avenir LT Std 45 Book">
    <w:charset w:val="00"/>
    <w:family w:val="swiss"/>
    <w:pitch w:val="variable"/>
    <w:sig w:usb0="800000AF" w:usb1="5000204A" w:usb2="00000000" w:usb3="00000000" w:csb0="0000009B" w:csb1="00000000"/>
  </w:font>
  <w:font w:name="TT Norms">
    <w:altName w:val="Andale Mono"/>
    <w:panose1 w:val="00000000000000000000"/>
    <w:charset w:val="00"/>
    <w:family w:val="modern"/>
    <w:notTrueType/>
    <w:pitch w:val="variable"/>
    <w:sig w:usb0="A000022F" w:usb1="5000004B" w:usb2="00000000" w:usb3="00000000" w:csb0="00000097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BrownStd">
    <w:panose1 w:val="00010500010101010101"/>
    <w:charset w:val="00"/>
    <w:family w:val="auto"/>
    <w:pitch w:val="variable"/>
    <w:sig w:usb0="800000AF" w:usb1="4000206B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BD4253" w14:textId="77777777" w:rsidR="002701FD" w:rsidRDefault="002701FD" w:rsidP="00F21C5D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1A61970" w14:textId="77777777" w:rsidR="002701FD" w:rsidRDefault="002701FD" w:rsidP="002701F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4BCDB3" w14:textId="77777777" w:rsidR="002701FD" w:rsidRPr="008A6EAA" w:rsidRDefault="002701FD" w:rsidP="003B76CE">
    <w:pPr>
      <w:pStyle w:val="Footer"/>
      <w:framePr w:w="238" w:h="367" w:hRule="exact" w:wrap="none" w:vAnchor="text" w:hAnchor="page" w:x="862" w:y="-528"/>
      <w:rPr>
        <w:rStyle w:val="PageNumber"/>
        <w:rFonts w:ascii="Avenir LT Std 45 Book" w:hAnsi="Avenir LT Std 45 Book" w:cs="Arial"/>
        <w:b/>
        <w:color w:val="B8454F" w:themeColor="accent5"/>
        <w:sz w:val="20"/>
        <w:szCs w:val="20"/>
      </w:rPr>
    </w:pPr>
    <w:r w:rsidRPr="008A6EAA">
      <w:rPr>
        <w:rStyle w:val="PageNumber"/>
        <w:rFonts w:ascii="Avenir LT Std 45 Book" w:hAnsi="Avenir LT Std 45 Book" w:cs="Arial"/>
        <w:b/>
        <w:color w:val="B8454F" w:themeColor="accent5"/>
        <w:sz w:val="20"/>
        <w:szCs w:val="20"/>
      </w:rPr>
      <w:fldChar w:fldCharType="begin"/>
    </w:r>
    <w:r w:rsidRPr="008A6EAA">
      <w:rPr>
        <w:rStyle w:val="PageNumber"/>
        <w:rFonts w:ascii="Avenir LT Std 45 Book" w:hAnsi="Avenir LT Std 45 Book" w:cs="Arial"/>
        <w:b/>
        <w:color w:val="B8454F" w:themeColor="accent5"/>
        <w:sz w:val="20"/>
        <w:szCs w:val="20"/>
      </w:rPr>
      <w:instrText xml:space="preserve">PAGE  </w:instrText>
    </w:r>
    <w:r w:rsidRPr="008A6EAA">
      <w:rPr>
        <w:rStyle w:val="PageNumber"/>
        <w:rFonts w:ascii="Avenir LT Std 45 Book" w:hAnsi="Avenir LT Std 45 Book" w:cs="Arial"/>
        <w:b/>
        <w:color w:val="B8454F" w:themeColor="accent5"/>
        <w:sz w:val="20"/>
        <w:szCs w:val="20"/>
      </w:rPr>
      <w:fldChar w:fldCharType="separate"/>
    </w:r>
    <w:r w:rsidR="007721FC">
      <w:rPr>
        <w:rStyle w:val="PageNumber"/>
        <w:rFonts w:ascii="Avenir LT Std 45 Book" w:hAnsi="Avenir LT Std 45 Book" w:cs="Arial"/>
        <w:b/>
        <w:noProof/>
        <w:color w:val="B8454F" w:themeColor="accent5"/>
        <w:sz w:val="20"/>
        <w:szCs w:val="20"/>
      </w:rPr>
      <w:t>4</w:t>
    </w:r>
    <w:r w:rsidRPr="008A6EAA">
      <w:rPr>
        <w:rStyle w:val="PageNumber"/>
        <w:rFonts w:ascii="Avenir LT Std 45 Book" w:hAnsi="Avenir LT Std 45 Book" w:cs="Arial"/>
        <w:b/>
        <w:color w:val="B8454F" w:themeColor="accent5"/>
        <w:sz w:val="20"/>
        <w:szCs w:val="20"/>
      </w:rPr>
      <w:fldChar w:fldCharType="end"/>
    </w:r>
  </w:p>
  <w:p w14:paraId="0C1F183C" w14:textId="77777777" w:rsidR="00292FE8" w:rsidRDefault="00AB0A68" w:rsidP="002701FD">
    <w:pPr>
      <w:pStyle w:val="Footer"/>
      <w:ind w:right="360"/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 wp14:anchorId="18317A8F" wp14:editId="3D377ED1">
          <wp:simplePos x="0" y="0"/>
          <wp:positionH relativeFrom="column">
            <wp:posOffset>5948077</wp:posOffset>
          </wp:positionH>
          <wp:positionV relativeFrom="paragraph">
            <wp:posOffset>-671016</wp:posOffset>
          </wp:positionV>
          <wp:extent cx="533288" cy="533288"/>
          <wp:effectExtent l="0" t="0" r="635" b="635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BadgesGreen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288" cy="53328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B76CE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08DA9D" wp14:editId="0FB785D7">
              <wp:simplePos x="0" y="0"/>
              <wp:positionH relativeFrom="column">
                <wp:posOffset>6350</wp:posOffset>
              </wp:positionH>
              <wp:positionV relativeFrom="paragraph">
                <wp:posOffset>-444758</wp:posOffset>
              </wp:positionV>
              <wp:extent cx="5712460" cy="0"/>
              <wp:effectExtent l="0" t="0" r="27940" b="254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1246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200AB8" id="Straight Connector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pt,-34.95pt" to="450.3pt,-34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" strokecolor="#fbdaa6 [3209]" strokeweight="1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474ED0" w14:textId="77777777" w:rsidR="001E0672" w:rsidRDefault="001E0672" w:rsidP="00292FE8">
      <w:r>
        <w:separator/>
      </w:r>
    </w:p>
  </w:footnote>
  <w:footnote w:type="continuationSeparator" w:id="0">
    <w:p w14:paraId="617241CF" w14:textId="77777777" w:rsidR="001E0672" w:rsidRDefault="001E0672" w:rsidP="00292FE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568F9B" w14:textId="77777777" w:rsidR="00FB4E22" w:rsidRDefault="00FB4E22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E176409" wp14:editId="52656DC8">
              <wp:simplePos x="0" y="0"/>
              <wp:positionH relativeFrom="column">
                <wp:posOffset>-597030</wp:posOffset>
              </wp:positionH>
              <wp:positionV relativeFrom="paragraph">
                <wp:posOffset>0</wp:posOffset>
              </wp:positionV>
              <wp:extent cx="1136779" cy="1136779"/>
              <wp:effectExtent l="0" t="0" r="6350" b="6350"/>
              <wp:wrapNone/>
              <wp:docPr id="14" name="Right Triangl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1136779" cy="1136779"/>
                      </a:xfrm>
                      <a:prstGeom prst="rtTriangle">
                        <a:avLst/>
                      </a:prstGeom>
                      <a:solidFill>
                        <a:schemeClr val="accent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6D3EBD" id="_x0000_t6" coordsize="21600,21600" o:spt="6" path="m0,0l0,21600,21600,21600xe">
              <v:stroke joinstyle="miter"/>
              <v:path gradientshapeok="t" o:connecttype="custom" o:connectlocs="0,0;0,10800;0,21600;10800,21600;21600,21600;10800,10800" textboxrect="1800,12600,12600,19800"/>
            </v:shapetype>
            <v:shape id="Right Triangle 14" o:spid="_x0000_s1026" type="#_x0000_t6" style="position:absolute;margin-left:-47pt;margin-top:0;width:89.5pt;height:89.5pt;rotation: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" fillcolor="#fbdaa6 [3209]" stroked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797917"/>
    <w:multiLevelType w:val="hybridMultilevel"/>
    <w:tmpl w:val="35101304"/>
    <w:lvl w:ilvl="0" w:tplc="F5683A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B8454F" w:themeColor="accent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D48"/>
    <w:rsid w:val="000117CF"/>
    <w:rsid w:val="00056FE2"/>
    <w:rsid w:val="000948E4"/>
    <w:rsid w:val="000F3EAD"/>
    <w:rsid w:val="000F586A"/>
    <w:rsid w:val="00155258"/>
    <w:rsid w:val="001D611C"/>
    <w:rsid w:val="001E0672"/>
    <w:rsid w:val="002701FD"/>
    <w:rsid w:val="00292477"/>
    <w:rsid w:val="00292FE8"/>
    <w:rsid w:val="002B5055"/>
    <w:rsid w:val="00384E8D"/>
    <w:rsid w:val="00392568"/>
    <w:rsid w:val="003A2D48"/>
    <w:rsid w:val="003B76CE"/>
    <w:rsid w:val="00440051"/>
    <w:rsid w:val="004F4819"/>
    <w:rsid w:val="005774BD"/>
    <w:rsid w:val="00577ADF"/>
    <w:rsid w:val="005F300A"/>
    <w:rsid w:val="00663E69"/>
    <w:rsid w:val="007130A4"/>
    <w:rsid w:val="00765C41"/>
    <w:rsid w:val="007721FC"/>
    <w:rsid w:val="0081017E"/>
    <w:rsid w:val="008A6EAA"/>
    <w:rsid w:val="008B20DA"/>
    <w:rsid w:val="008E6497"/>
    <w:rsid w:val="00915A42"/>
    <w:rsid w:val="00A73E26"/>
    <w:rsid w:val="00AB0A68"/>
    <w:rsid w:val="00AD305E"/>
    <w:rsid w:val="00AE0797"/>
    <w:rsid w:val="00AF08C4"/>
    <w:rsid w:val="00AF501E"/>
    <w:rsid w:val="00B0616F"/>
    <w:rsid w:val="00B47644"/>
    <w:rsid w:val="00BA53D9"/>
    <w:rsid w:val="00BB4152"/>
    <w:rsid w:val="00BE1B30"/>
    <w:rsid w:val="00C033CB"/>
    <w:rsid w:val="00C2469A"/>
    <w:rsid w:val="00C43769"/>
    <w:rsid w:val="00C45C6E"/>
    <w:rsid w:val="00C97F67"/>
    <w:rsid w:val="00CA39B4"/>
    <w:rsid w:val="00CB6866"/>
    <w:rsid w:val="00CD3F48"/>
    <w:rsid w:val="00D36A64"/>
    <w:rsid w:val="00D65EB1"/>
    <w:rsid w:val="00E44965"/>
    <w:rsid w:val="00E8653B"/>
    <w:rsid w:val="00F62AB2"/>
    <w:rsid w:val="00F72EF1"/>
    <w:rsid w:val="00FB4E22"/>
    <w:rsid w:val="00FE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B0C6E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43769"/>
    <w:rPr>
      <w:color w:val="575756" w:themeColor="text1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3769"/>
    <w:pPr>
      <w:keepNext/>
      <w:keepLines/>
      <w:spacing w:before="240"/>
      <w:outlineLvl w:val="0"/>
    </w:pPr>
    <w:rPr>
      <w:rFonts w:eastAsiaTheme="majorEastAsia" w:cstheme="majorBidi"/>
      <w:b/>
      <w:color w:val="B8454F" w:themeColor="accent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43769"/>
    <w:pPr>
      <w:keepNext/>
      <w:keepLines/>
      <w:spacing w:before="40"/>
      <w:outlineLvl w:val="1"/>
    </w:pPr>
    <w:rPr>
      <w:rFonts w:eastAsiaTheme="majorEastAsia" w:cstheme="majorBidi"/>
      <w:b/>
      <w:color w:val="B8454F" w:themeColor="accent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3769"/>
    <w:pPr>
      <w:keepNext/>
      <w:keepLines/>
      <w:spacing w:before="40"/>
      <w:outlineLvl w:val="2"/>
    </w:pPr>
    <w:rPr>
      <w:rFonts w:eastAsiaTheme="majorEastAsia" w:cstheme="majorBidi"/>
      <w:b/>
      <w:color w:val="B8454F" w:themeColor="accent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43769"/>
    <w:pPr>
      <w:keepNext/>
      <w:keepLines/>
      <w:spacing w:before="40"/>
      <w:outlineLvl w:val="3"/>
    </w:pPr>
    <w:rPr>
      <w:rFonts w:eastAsiaTheme="majorEastAsia" w:cstheme="majorBidi"/>
      <w:i/>
      <w:iCs/>
      <w:color w:val="B8454F" w:themeColor="accent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392568"/>
    <w:rPr>
      <w:rFonts w:eastAsiaTheme="minorEastAsia"/>
      <w:sz w:val="22"/>
      <w:szCs w:val="22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392568"/>
    <w:rPr>
      <w:rFonts w:eastAsiaTheme="minorEastAsia"/>
      <w:sz w:val="22"/>
      <w:szCs w:val="22"/>
      <w:lang w:val="en-US" w:eastAsia="zh-CN"/>
    </w:rPr>
  </w:style>
  <w:style w:type="paragraph" w:customStyle="1" w:styleId="p1">
    <w:name w:val="p1"/>
    <w:basedOn w:val="Normal"/>
    <w:rsid w:val="007130A4"/>
    <w:rPr>
      <w:rFonts w:ascii="Arial" w:hAnsi="Arial" w:cs="Arial"/>
      <w:sz w:val="38"/>
      <w:szCs w:val="3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292FE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2FE8"/>
  </w:style>
  <w:style w:type="paragraph" w:styleId="Footer">
    <w:name w:val="footer"/>
    <w:basedOn w:val="Normal"/>
    <w:link w:val="FooterChar"/>
    <w:uiPriority w:val="99"/>
    <w:unhideWhenUsed/>
    <w:rsid w:val="00292FE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2FE8"/>
  </w:style>
  <w:style w:type="character" w:styleId="PageNumber">
    <w:name w:val="page number"/>
    <w:basedOn w:val="DefaultParagraphFont"/>
    <w:uiPriority w:val="99"/>
    <w:semiHidden/>
    <w:unhideWhenUsed/>
    <w:rsid w:val="002701FD"/>
  </w:style>
  <w:style w:type="character" w:customStyle="1" w:styleId="Heading2Char">
    <w:name w:val="Heading 2 Char"/>
    <w:basedOn w:val="DefaultParagraphFont"/>
    <w:link w:val="Heading2"/>
    <w:uiPriority w:val="9"/>
    <w:rsid w:val="00C43769"/>
    <w:rPr>
      <w:rFonts w:eastAsiaTheme="majorEastAsia" w:cstheme="majorBidi"/>
      <w:b/>
      <w:color w:val="B8454F" w:themeColor="accent5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C43769"/>
    <w:rPr>
      <w:rFonts w:eastAsiaTheme="majorEastAsia" w:cstheme="majorBidi"/>
      <w:b/>
      <w:color w:val="B8454F" w:themeColor="accent5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C43769"/>
    <w:rPr>
      <w:rFonts w:eastAsiaTheme="majorEastAsia" w:cstheme="majorBidi"/>
      <w:b/>
      <w:color w:val="B8454F" w:themeColor="accent5"/>
    </w:rPr>
  </w:style>
  <w:style w:type="paragraph" w:styleId="Title">
    <w:name w:val="Title"/>
    <w:basedOn w:val="Normal"/>
    <w:next w:val="Normal"/>
    <w:link w:val="TitleChar"/>
    <w:uiPriority w:val="10"/>
    <w:qFormat/>
    <w:rsid w:val="00C43769"/>
    <w:pPr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43769"/>
    <w:rPr>
      <w:rFonts w:eastAsiaTheme="majorEastAsia" w:cstheme="majorBidi"/>
      <w:b/>
      <w:color w:val="575756" w:themeColor="text1"/>
      <w:spacing w:val="-10"/>
      <w:kern w:val="28"/>
      <w:sz w:val="56"/>
      <w:szCs w:val="56"/>
    </w:rPr>
  </w:style>
  <w:style w:type="character" w:styleId="IntenseEmphasis">
    <w:name w:val="Intense Emphasis"/>
    <w:basedOn w:val="DefaultParagraphFont"/>
    <w:uiPriority w:val="21"/>
    <w:qFormat/>
    <w:rsid w:val="00C43769"/>
    <w:rPr>
      <w:i/>
      <w:iCs/>
      <w:color w:val="B8454F" w:themeColor="accent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43769"/>
    <w:pPr>
      <w:pBdr>
        <w:top w:val="single" w:sz="4" w:space="10" w:color="0D7C7C" w:themeColor="accent1"/>
        <w:bottom w:val="single" w:sz="4" w:space="10" w:color="0D7C7C" w:themeColor="accent1"/>
      </w:pBdr>
      <w:spacing w:before="360" w:after="360"/>
      <w:ind w:left="864" w:right="864"/>
      <w:jc w:val="center"/>
    </w:pPr>
    <w:rPr>
      <w:i/>
      <w:iCs/>
      <w:color w:val="B8454F" w:themeColor="accent5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3769"/>
    <w:rPr>
      <w:i/>
      <w:iCs/>
      <w:color w:val="B8454F" w:themeColor="accent5"/>
    </w:rPr>
  </w:style>
  <w:style w:type="character" w:styleId="IntenseReference">
    <w:name w:val="Intense Reference"/>
    <w:basedOn w:val="DefaultParagraphFont"/>
    <w:uiPriority w:val="32"/>
    <w:qFormat/>
    <w:rsid w:val="00C43769"/>
    <w:rPr>
      <w:b/>
      <w:bCs/>
      <w:smallCaps/>
      <w:color w:val="575756" w:themeColor="text1"/>
      <w:spacing w:val="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43769"/>
    <w:rPr>
      <w:rFonts w:eastAsiaTheme="majorEastAsia" w:cstheme="majorBidi"/>
      <w:i/>
      <w:iCs/>
      <w:color w:val="B8454F" w:themeColor="accent5"/>
    </w:rPr>
  </w:style>
  <w:style w:type="paragraph" w:styleId="ListParagraph">
    <w:name w:val="List Paragraph"/>
    <w:basedOn w:val="Normal"/>
    <w:uiPriority w:val="34"/>
    <w:qFormat/>
    <w:rsid w:val="00BB4152"/>
    <w:pPr>
      <w:ind w:left="720"/>
      <w:contextualSpacing/>
    </w:pPr>
  </w:style>
  <w:style w:type="paragraph" w:customStyle="1" w:styleId="Tableheader">
    <w:name w:val="Table header"/>
    <w:rsid w:val="003A2D4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BrownStd-Bold" w:eastAsia="BrownStd-Bold" w:hAnsi="BrownStd-Bold" w:cs="BrownStd-Bold"/>
      <w:color w:val="C89A23"/>
      <w:sz w:val="20"/>
      <w:szCs w:val="2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chris/Desktop/Pitch%20pres/Libraries%20Connected/Learning%20points%20/Templates/Final%20templates/LC%20Word%20Red.dotx" TargetMode="External"/></Relationships>
</file>

<file path=word/theme/theme1.xml><?xml version="1.0" encoding="utf-8"?>
<a:theme xmlns:a="http://schemas.openxmlformats.org/drawingml/2006/main" name="Libraries Connecte">
  <a:themeElements>
    <a:clrScheme name="Libraries Connected">
      <a:dk1>
        <a:srgbClr val="575756"/>
      </a:dk1>
      <a:lt1>
        <a:srgbClr val="FEFFFF"/>
      </a:lt1>
      <a:dk2>
        <a:srgbClr val="878787"/>
      </a:dk2>
      <a:lt2>
        <a:srgbClr val="E7E6E6"/>
      </a:lt2>
      <a:accent1>
        <a:srgbClr val="0D7C7C"/>
      </a:accent1>
      <a:accent2>
        <a:srgbClr val="CCE5D0"/>
      </a:accent2>
      <a:accent3>
        <a:srgbClr val="664194"/>
      </a:accent3>
      <a:accent4>
        <a:srgbClr val="F4AC95"/>
      </a:accent4>
      <a:accent5>
        <a:srgbClr val="B8454F"/>
      </a:accent5>
      <a:accent6>
        <a:srgbClr val="FBDAA6"/>
      </a:accent6>
      <a:hlink>
        <a:srgbClr val="FF00FF"/>
      </a:hlink>
      <a:folHlink>
        <a:srgbClr val="FF00FF"/>
      </a:folHlink>
    </a:clrScheme>
    <a:fontScheme name="Arial Black-Arial">
      <a:majorFont>
        <a:latin typeface="Arial Black" panose="020B0A04020102020204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26A2498775AB4CAD2DE323C2CB560A" ma:contentTypeVersion="13" ma:contentTypeDescription="Create a new document." ma:contentTypeScope="" ma:versionID="4187b05d22df6a4e8fc73a3b739fe880">
  <xsd:schema xmlns:xsd="http://www.w3.org/2001/XMLSchema" xmlns:xs="http://www.w3.org/2001/XMLSchema" xmlns:p="http://schemas.microsoft.com/office/2006/metadata/properties" xmlns:ns2="ad933be1-d37f-4ef3-b2ba-721e4e1b8c67" xmlns:ns3="6faff7b4-04ae-4f6e-a3f7-dc47e359c8dd" targetNamespace="http://schemas.microsoft.com/office/2006/metadata/properties" ma:root="true" ma:fieldsID="5498c8065e52ba0003ac60907f87108d" ns2:_="" ns3:_="">
    <xsd:import namespace="ad933be1-d37f-4ef3-b2ba-721e4e1b8c67"/>
    <xsd:import namespace="6faff7b4-04ae-4f6e-a3f7-dc47e359c8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933be1-d37f-4ef3-b2ba-721e4e1b8c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aff7b4-04ae-4f6e-a3f7-dc47e359c8d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CFE632AD-AD05-4048-848C-B2BD1A98B2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DE6FB1-30CC-498B-BCA6-E85A0A301D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933be1-d37f-4ef3-b2ba-721e4e1b8c67"/>
    <ds:schemaRef ds:uri="6faff7b4-04ae-4f6e-a3f7-dc47e359c8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3C796A-57CB-4147-8641-36407AC2B7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88724E9-82B9-4C42-AC38-AA71D9745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LC Word Red.dotx</Template>
  <TotalTime>2</TotalTime>
  <Pages>4</Pages>
  <Words>286</Words>
  <Characters>1635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Dessent</dc:creator>
  <cp:keywords/>
  <dc:description/>
  <cp:lastModifiedBy>Chris Dessent</cp:lastModifiedBy>
  <cp:revision>2</cp:revision>
  <dcterms:created xsi:type="dcterms:W3CDTF">2022-03-30T08:32:00Z</dcterms:created>
  <dcterms:modified xsi:type="dcterms:W3CDTF">2022-03-30T08:36:00Z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0x0101008B26A2498775AB4CAD2DE323C2CB560A</vt:lpwstr>
  </property>
</Properties>
</file>